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4BD64F" w14:textId="77777777" w:rsidR="00F1480E" w:rsidRPr="00803127" w:rsidRDefault="00F1480E" w:rsidP="00FD557D">
      <w:pPr>
        <w:pStyle w:val="SIHeading2"/>
        <w:rPr>
          <w:rFonts w:cs="Arial"/>
        </w:rPr>
      </w:pPr>
      <w:r w:rsidRPr="00803127">
        <w:rPr>
          <w:rFonts w:cs="Arial"/>
        </w:rPr>
        <w:t>Modification history</w:t>
      </w:r>
    </w:p>
    <w:tbl>
      <w:tblPr>
        <w:tblStyle w:val="TableGrid"/>
        <w:tblW w:w="0" w:type="auto"/>
        <w:tblLook w:val="04A0" w:firstRow="1" w:lastRow="0" w:firstColumn="1" w:lastColumn="0" w:noHBand="0" w:noVBand="1"/>
      </w:tblPr>
      <w:tblGrid>
        <w:gridCol w:w="2689"/>
        <w:gridCol w:w="6939"/>
      </w:tblGrid>
      <w:tr w:rsidR="00F1480E" w:rsidRPr="00803127" w14:paraId="584526A7" w14:textId="77777777" w:rsidTr="00CA2922">
        <w:trPr>
          <w:tblHeader/>
        </w:trPr>
        <w:tc>
          <w:tcPr>
            <w:tcW w:w="2689" w:type="dxa"/>
          </w:tcPr>
          <w:p w14:paraId="3C695FDA" w14:textId="77777777" w:rsidR="00F1480E" w:rsidRPr="00803127" w:rsidRDefault="00830267" w:rsidP="00CA2922">
            <w:pPr>
              <w:pStyle w:val="SIText-Bold"/>
              <w:rPr>
                <w:rFonts w:cs="Arial"/>
              </w:rPr>
            </w:pPr>
            <w:r w:rsidRPr="00803127">
              <w:rPr>
                <w:rFonts w:cs="Arial"/>
              </w:rPr>
              <w:t>Release</w:t>
            </w:r>
          </w:p>
        </w:tc>
        <w:tc>
          <w:tcPr>
            <w:tcW w:w="6939" w:type="dxa"/>
          </w:tcPr>
          <w:p w14:paraId="318F0F27" w14:textId="77777777" w:rsidR="00F1480E" w:rsidRPr="00803127" w:rsidRDefault="00830267" w:rsidP="00CA2922">
            <w:pPr>
              <w:pStyle w:val="SIText-Bold"/>
              <w:rPr>
                <w:rFonts w:cs="Arial"/>
              </w:rPr>
            </w:pPr>
            <w:r w:rsidRPr="00803127">
              <w:rPr>
                <w:rFonts w:cs="Arial"/>
              </w:rPr>
              <w:t>Comments</w:t>
            </w:r>
          </w:p>
        </w:tc>
      </w:tr>
      <w:tr w:rsidR="00F1480E" w:rsidRPr="00803127" w14:paraId="75A5692C" w14:textId="77777777" w:rsidTr="00CA2922">
        <w:tc>
          <w:tcPr>
            <w:tcW w:w="2689" w:type="dxa"/>
          </w:tcPr>
          <w:p w14:paraId="6FE8CC8D" w14:textId="77777777" w:rsidR="00F1480E" w:rsidRPr="00803127" w:rsidRDefault="00F1480E" w:rsidP="00CC451E">
            <w:pPr>
              <w:pStyle w:val="SIText"/>
              <w:rPr>
                <w:rFonts w:cs="Arial"/>
              </w:rPr>
            </w:pPr>
            <w:r w:rsidRPr="00803127">
              <w:rPr>
                <w:rFonts w:cs="Arial"/>
              </w:rPr>
              <w:t>Release</w:t>
            </w:r>
            <w:r w:rsidR="00D23313" w:rsidRPr="00803127">
              <w:rPr>
                <w:rFonts w:cs="Arial"/>
              </w:rPr>
              <w:t xml:space="preserve"> 1</w:t>
            </w:r>
          </w:p>
        </w:tc>
        <w:tc>
          <w:tcPr>
            <w:tcW w:w="6939" w:type="dxa"/>
          </w:tcPr>
          <w:p w14:paraId="50FC2F0A" w14:textId="2B73F89C" w:rsidR="00F1480E" w:rsidRPr="00803127" w:rsidRDefault="00F1480E" w:rsidP="00CC451E">
            <w:pPr>
              <w:pStyle w:val="SIText"/>
              <w:rPr>
                <w:rFonts w:cs="Arial"/>
              </w:rPr>
            </w:pPr>
            <w:r w:rsidRPr="00803127">
              <w:rPr>
                <w:rFonts w:cs="Arial"/>
              </w:rPr>
              <w:t xml:space="preserve">This version released with </w:t>
            </w:r>
            <w:r w:rsidR="00DA2509">
              <w:rPr>
                <w:rFonts w:cs="Arial"/>
              </w:rPr>
              <w:t xml:space="preserve">the </w:t>
            </w:r>
            <w:r w:rsidR="00D23313" w:rsidRPr="00803127">
              <w:rPr>
                <w:rFonts w:cs="Arial"/>
              </w:rPr>
              <w:t>ACM Animal Care and Management</w:t>
            </w:r>
            <w:r w:rsidR="006C688A" w:rsidRPr="00803127">
              <w:rPr>
                <w:rFonts w:cs="Arial"/>
              </w:rPr>
              <w:t xml:space="preserve"> Training Package </w:t>
            </w:r>
            <w:r w:rsidR="00DC6D9B">
              <w:rPr>
                <w:rFonts w:cs="Arial"/>
              </w:rPr>
              <w:t xml:space="preserve">Version </w:t>
            </w:r>
            <w:r w:rsidR="006C688A" w:rsidRPr="00803127">
              <w:rPr>
                <w:rFonts w:cs="Arial"/>
              </w:rPr>
              <w:t>1.0</w:t>
            </w:r>
            <w:r w:rsidR="006D45D2">
              <w:rPr>
                <w:rFonts w:cs="Arial"/>
              </w:rPr>
              <w:t>.</w:t>
            </w:r>
          </w:p>
        </w:tc>
      </w:tr>
    </w:tbl>
    <w:p w14:paraId="65C0B551" w14:textId="77777777" w:rsidR="00F1480E" w:rsidRPr="00803127"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803127" w14:paraId="178E5C08" w14:textId="77777777" w:rsidTr="00CA2922">
        <w:trPr>
          <w:tblHeader/>
        </w:trPr>
        <w:tc>
          <w:tcPr>
            <w:tcW w:w="1396" w:type="pct"/>
            <w:shd w:val="clear" w:color="auto" w:fill="auto"/>
          </w:tcPr>
          <w:p w14:paraId="2CF8D9D7" w14:textId="77777777" w:rsidR="00F1480E" w:rsidRPr="00803127" w:rsidRDefault="00DF14F5" w:rsidP="00923720">
            <w:pPr>
              <w:pStyle w:val="SIUNITCODE"/>
              <w:rPr>
                <w:rFonts w:cs="Arial"/>
              </w:rPr>
            </w:pPr>
            <w:r w:rsidRPr="00803127">
              <w:rPr>
                <w:rFonts w:cs="Arial"/>
              </w:rPr>
              <w:t>ACMCAS302</w:t>
            </w:r>
          </w:p>
        </w:tc>
        <w:tc>
          <w:tcPr>
            <w:tcW w:w="3604" w:type="pct"/>
            <w:shd w:val="clear" w:color="auto" w:fill="auto"/>
          </w:tcPr>
          <w:p w14:paraId="61C9D8C8" w14:textId="77777777" w:rsidR="00F1480E" w:rsidRPr="00803127" w:rsidRDefault="00DF14F5" w:rsidP="00923720">
            <w:pPr>
              <w:pStyle w:val="SIUnittitle"/>
              <w:rPr>
                <w:rFonts w:cs="Arial"/>
              </w:rPr>
            </w:pPr>
            <w:r w:rsidRPr="00803127">
              <w:rPr>
                <w:rFonts w:cs="Arial"/>
              </w:rPr>
              <w:t>Provide advice on companion animal selection and general care</w:t>
            </w:r>
          </w:p>
        </w:tc>
      </w:tr>
      <w:tr w:rsidR="00F1480E" w:rsidRPr="00803127" w14:paraId="5973D323" w14:textId="77777777" w:rsidTr="00CA2922">
        <w:tc>
          <w:tcPr>
            <w:tcW w:w="1396" w:type="pct"/>
            <w:shd w:val="clear" w:color="auto" w:fill="auto"/>
          </w:tcPr>
          <w:p w14:paraId="4B6D5D8C" w14:textId="77777777" w:rsidR="00F1480E" w:rsidRPr="00803127" w:rsidRDefault="00FD557D" w:rsidP="00FD557D">
            <w:pPr>
              <w:pStyle w:val="SIHeading2"/>
              <w:rPr>
                <w:rFonts w:cs="Arial"/>
              </w:rPr>
            </w:pPr>
            <w:r w:rsidRPr="00803127">
              <w:rPr>
                <w:rFonts w:cs="Arial"/>
              </w:rPr>
              <w:t>Application</w:t>
            </w:r>
          </w:p>
          <w:p w14:paraId="3DAA9801" w14:textId="77777777" w:rsidR="00FD557D" w:rsidRPr="00803127" w:rsidRDefault="00FD557D" w:rsidP="00FD557D">
            <w:pPr>
              <w:pStyle w:val="SIHeading2"/>
              <w:rPr>
                <w:rFonts w:cs="Arial"/>
              </w:rPr>
            </w:pPr>
          </w:p>
        </w:tc>
        <w:tc>
          <w:tcPr>
            <w:tcW w:w="3604" w:type="pct"/>
            <w:shd w:val="clear" w:color="auto" w:fill="auto"/>
          </w:tcPr>
          <w:p w14:paraId="54963787" w14:textId="77777777" w:rsidR="00547D6D" w:rsidRDefault="00547D6D" w:rsidP="00803127">
            <w:pPr>
              <w:pStyle w:val="SIText"/>
            </w:pPr>
            <w:r w:rsidRPr="00803127">
              <w:t>This unit of competency describes the skills and knowledge required to provide advice to clients on the appropriate selection of companion animals, and on their housing, nutritional and other general care requirements.</w:t>
            </w:r>
          </w:p>
          <w:p w14:paraId="21DD15BB" w14:textId="77777777" w:rsidR="00803127" w:rsidRPr="00803127" w:rsidRDefault="00803127" w:rsidP="00803127">
            <w:pPr>
              <w:pStyle w:val="SIText"/>
            </w:pPr>
          </w:p>
          <w:p w14:paraId="399758B0" w14:textId="548D2CC2" w:rsidR="00803127" w:rsidRDefault="00547D6D" w:rsidP="00803127">
            <w:pPr>
              <w:pStyle w:val="SIText"/>
            </w:pPr>
            <w:r w:rsidRPr="00803127">
              <w:t xml:space="preserve">This unit applies to </w:t>
            </w:r>
            <w:r w:rsidR="00803127">
              <w:t>individuals</w:t>
            </w:r>
            <w:r w:rsidRPr="00803127">
              <w:t xml:space="preserve"> who work in pet shops, boarding kennels and catteries, companion animal training, grooming or breeding establishments, mobile animal facilities and veterinary practices. </w:t>
            </w:r>
            <w:r w:rsidR="00803127" w:rsidRPr="00803127">
              <w:t xml:space="preserve">This unit applies to individuals who take responsibility for </w:t>
            </w:r>
            <w:r w:rsidR="00DA2509">
              <w:t xml:space="preserve">their </w:t>
            </w:r>
            <w:r w:rsidR="00803127" w:rsidRPr="00803127">
              <w:t>own work and for the quality of the work of others. They use discretion and judgement in the selection, allocation and use of available resources.</w:t>
            </w:r>
          </w:p>
          <w:p w14:paraId="7E3222CA" w14:textId="77777777" w:rsidR="00803127" w:rsidRPr="00803127" w:rsidRDefault="00803127" w:rsidP="00803127">
            <w:pPr>
              <w:pStyle w:val="SIText"/>
            </w:pPr>
          </w:p>
          <w:p w14:paraId="646D8AD4" w14:textId="77777777" w:rsidR="00F1480E" w:rsidRPr="00803127" w:rsidRDefault="00547D6D" w:rsidP="00547D6D">
            <w:pPr>
              <w:pStyle w:val="SIText"/>
              <w:rPr>
                <w:rFonts w:cs="Arial"/>
                <w:color w:val="00B050"/>
              </w:rPr>
            </w:pPr>
            <w:r w:rsidRPr="00803127">
              <w:t>No occupational licensing, legislative or certification requirements apply to this unit at the time of publication.</w:t>
            </w:r>
          </w:p>
        </w:tc>
      </w:tr>
      <w:tr w:rsidR="00F1480E" w:rsidRPr="00803127" w14:paraId="6158895A" w14:textId="77777777" w:rsidTr="00CA2922">
        <w:tc>
          <w:tcPr>
            <w:tcW w:w="1396" w:type="pct"/>
            <w:shd w:val="clear" w:color="auto" w:fill="auto"/>
          </w:tcPr>
          <w:p w14:paraId="4B77C3AD" w14:textId="77777777" w:rsidR="00F1480E" w:rsidRPr="00803127" w:rsidRDefault="00FD557D" w:rsidP="00FD557D">
            <w:pPr>
              <w:pStyle w:val="SIHeading2"/>
              <w:rPr>
                <w:rFonts w:cs="Arial"/>
              </w:rPr>
            </w:pPr>
            <w:r w:rsidRPr="00803127">
              <w:rPr>
                <w:rFonts w:cs="Arial"/>
              </w:rPr>
              <w:t>Prerequisite Unit</w:t>
            </w:r>
          </w:p>
        </w:tc>
        <w:tc>
          <w:tcPr>
            <w:tcW w:w="3604" w:type="pct"/>
            <w:shd w:val="clear" w:color="auto" w:fill="auto"/>
          </w:tcPr>
          <w:p w14:paraId="4C9A9525" w14:textId="77777777" w:rsidR="00F1480E" w:rsidRPr="00803127" w:rsidRDefault="00F1480E" w:rsidP="008908DE">
            <w:pPr>
              <w:pStyle w:val="SIText"/>
              <w:rPr>
                <w:rFonts w:cs="Arial"/>
              </w:rPr>
            </w:pPr>
            <w:r w:rsidRPr="00803127">
              <w:rPr>
                <w:rFonts w:cs="Arial"/>
              </w:rPr>
              <w:t>Nil</w:t>
            </w:r>
          </w:p>
        </w:tc>
      </w:tr>
      <w:tr w:rsidR="00F1480E" w:rsidRPr="00803127" w14:paraId="7A60F351" w14:textId="77777777" w:rsidTr="00CA2922">
        <w:tc>
          <w:tcPr>
            <w:tcW w:w="1396" w:type="pct"/>
            <w:shd w:val="clear" w:color="auto" w:fill="auto"/>
          </w:tcPr>
          <w:p w14:paraId="1C9A2487" w14:textId="77777777" w:rsidR="00F1480E" w:rsidRPr="00803127" w:rsidRDefault="00FD557D" w:rsidP="00FD557D">
            <w:pPr>
              <w:pStyle w:val="SIHeading2"/>
              <w:rPr>
                <w:rFonts w:cs="Arial"/>
              </w:rPr>
            </w:pPr>
            <w:r w:rsidRPr="00803127">
              <w:rPr>
                <w:rFonts w:cs="Arial"/>
              </w:rPr>
              <w:t>Unit Sector</w:t>
            </w:r>
          </w:p>
        </w:tc>
        <w:tc>
          <w:tcPr>
            <w:tcW w:w="3604" w:type="pct"/>
            <w:shd w:val="clear" w:color="auto" w:fill="auto"/>
          </w:tcPr>
          <w:p w14:paraId="607818EC" w14:textId="77777777" w:rsidR="00F1480E" w:rsidRPr="00803127" w:rsidRDefault="00E84DEE" w:rsidP="00E84DEE">
            <w:pPr>
              <w:pStyle w:val="SIText"/>
              <w:rPr>
                <w:rFonts w:cs="Arial"/>
              </w:rPr>
            </w:pPr>
            <w:r w:rsidRPr="00803127">
              <w:rPr>
                <w:rFonts w:cs="Arial"/>
              </w:rPr>
              <w:t>Companion Animal Sector (CAS)</w:t>
            </w:r>
          </w:p>
        </w:tc>
      </w:tr>
    </w:tbl>
    <w:p w14:paraId="7463659B" w14:textId="77777777" w:rsidR="00F1480E" w:rsidRPr="00803127"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803127" w14:paraId="5928FB07" w14:textId="77777777" w:rsidTr="00CA2922">
        <w:trPr>
          <w:cantSplit/>
          <w:tblHeader/>
        </w:trPr>
        <w:tc>
          <w:tcPr>
            <w:tcW w:w="1396" w:type="pct"/>
            <w:tcBorders>
              <w:bottom w:val="single" w:sz="4" w:space="0" w:color="C0C0C0"/>
            </w:tcBorders>
            <w:shd w:val="clear" w:color="auto" w:fill="auto"/>
          </w:tcPr>
          <w:p w14:paraId="243DDCD4" w14:textId="77777777" w:rsidR="00F1480E" w:rsidRPr="00803127" w:rsidRDefault="00FD557D" w:rsidP="00FD557D">
            <w:pPr>
              <w:pStyle w:val="SIHeading2"/>
              <w:rPr>
                <w:rFonts w:cs="Arial"/>
              </w:rPr>
            </w:pPr>
            <w:r w:rsidRPr="00803127">
              <w:rPr>
                <w:rFonts w:cs="Arial"/>
              </w:rPr>
              <w:t>Elements</w:t>
            </w:r>
          </w:p>
        </w:tc>
        <w:tc>
          <w:tcPr>
            <w:tcW w:w="3604" w:type="pct"/>
            <w:tcBorders>
              <w:bottom w:val="single" w:sz="4" w:space="0" w:color="C0C0C0"/>
            </w:tcBorders>
            <w:shd w:val="clear" w:color="auto" w:fill="auto"/>
          </w:tcPr>
          <w:p w14:paraId="744D6BAE" w14:textId="77777777" w:rsidR="00F1480E" w:rsidRPr="00803127" w:rsidRDefault="00FD557D" w:rsidP="00FD557D">
            <w:pPr>
              <w:pStyle w:val="SIHeading2"/>
              <w:rPr>
                <w:rFonts w:cs="Arial"/>
              </w:rPr>
            </w:pPr>
            <w:r w:rsidRPr="00803127">
              <w:rPr>
                <w:rFonts w:cs="Arial"/>
              </w:rPr>
              <w:t>Performance Criteria</w:t>
            </w:r>
          </w:p>
        </w:tc>
      </w:tr>
      <w:tr w:rsidR="00F1480E" w:rsidRPr="00803127" w14:paraId="2E8FA2C5" w14:textId="77777777" w:rsidTr="00CA2922">
        <w:trPr>
          <w:cantSplit/>
          <w:tblHeader/>
        </w:trPr>
        <w:tc>
          <w:tcPr>
            <w:tcW w:w="1396" w:type="pct"/>
            <w:tcBorders>
              <w:top w:val="single" w:sz="4" w:space="0" w:color="C0C0C0"/>
            </w:tcBorders>
            <w:shd w:val="clear" w:color="auto" w:fill="auto"/>
          </w:tcPr>
          <w:p w14:paraId="14332F76" w14:textId="77777777" w:rsidR="00F1480E" w:rsidRPr="00803127" w:rsidRDefault="00F1480E" w:rsidP="00CA2922">
            <w:pPr>
              <w:pStyle w:val="SIText"/>
              <w:rPr>
                <w:rStyle w:val="SIText-Italic"/>
                <w:rFonts w:cs="Arial"/>
              </w:rPr>
            </w:pPr>
            <w:r w:rsidRPr="00803127">
              <w:rPr>
                <w:rStyle w:val="SIText-Italic"/>
                <w:rFonts w:cs="Arial"/>
              </w:rPr>
              <w:t>Elements describe the essential outcomes.</w:t>
            </w:r>
          </w:p>
        </w:tc>
        <w:tc>
          <w:tcPr>
            <w:tcW w:w="3604" w:type="pct"/>
            <w:tcBorders>
              <w:top w:val="single" w:sz="4" w:space="0" w:color="C0C0C0"/>
            </w:tcBorders>
            <w:shd w:val="clear" w:color="auto" w:fill="auto"/>
          </w:tcPr>
          <w:p w14:paraId="0AB07546" w14:textId="77777777" w:rsidR="00F1480E" w:rsidRPr="00803127" w:rsidRDefault="00F1480E" w:rsidP="00CA2922">
            <w:pPr>
              <w:pStyle w:val="SIText"/>
              <w:rPr>
                <w:rStyle w:val="SIText-Italic"/>
                <w:rFonts w:cs="Arial"/>
              </w:rPr>
            </w:pPr>
            <w:r w:rsidRPr="00803127">
              <w:rPr>
                <w:rStyle w:val="SIText-Italic"/>
                <w:rFonts w:cs="Arial"/>
              </w:rPr>
              <w:t>Performance criteria describe the performance needed to demonstrate achievement of the element.</w:t>
            </w:r>
          </w:p>
        </w:tc>
      </w:tr>
      <w:tr w:rsidR="00547D6D" w:rsidRPr="00803127" w14:paraId="32093DB0" w14:textId="77777777" w:rsidTr="00CA2922">
        <w:trPr>
          <w:cantSplit/>
        </w:trPr>
        <w:tc>
          <w:tcPr>
            <w:tcW w:w="1396" w:type="pct"/>
            <w:shd w:val="clear" w:color="auto" w:fill="auto"/>
          </w:tcPr>
          <w:p w14:paraId="57643D13" w14:textId="77777777" w:rsidR="00547D6D" w:rsidRPr="00803127" w:rsidRDefault="00C23DDC" w:rsidP="00C23DDC">
            <w:pPr>
              <w:pStyle w:val="SIText"/>
            </w:pPr>
            <w:r>
              <w:t xml:space="preserve">1. </w:t>
            </w:r>
            <w:r w:rsidR="00547D6D" w:rsidRPr="00803127">
              <w:t>Provide information and advice on companion animal selection</w:t>
            </w:r>
          </w:p>
        </w:tc>
        <w:tc>
          <w:tcPr>
            <w:tcW w:w="3604" w:type="pct"/>
            <w:shd w:val="clear" w:color="auto" w:fill="auto"/>
          </w:tcPr>
          <w:p w14:paraId="3B87F61E" w14:textId="77777777" w:rsidR="00547D6D" w:rsidRPr="00803127" w:rsidRDefault="002924E1" w:rsidP="002924E1">
            <w:pPr>
              <w:pStyle w:val="SIText"/>
            </w:pPr>
            <w:r>
              <w:t xml:space="preserve">1.1 </w:t>
            </w:r>
            <w:r w:rsidR="00547D6D" w:rsidRPr="00803127">
              <w:t>Use interpersonal skills effectively to en</w:t>
            </w:r>
            <w:r>
              <w:t xml:space="preserve">gage clients and identify their </w:t>
            </w:r>
            <w:r w:rsidR="00547D6D" w:rsidRPr="00803127">
              <w:t>requirements</w:t>
            </w:r>
          </w:p>
          <w:p w14:paraId="69F9AC2C" w14:textId="77777777" w:rsidR="00547D6D" w:rsidRPr="00803127" w:rsidRDefault="00803127" w:rsidP="00803127">
            <w:pPr>
              <w:pStyle w:val="SIText"/>
            </w:pPr>
            <w:r>
              <w:t xml:space="preserve">1.2 </w:t>
            </w:r>
            <w:r w:rsidR="00547D6D" w:rsidRPr="00803127">
              <w:t>Provide information on the characteristics of different breeds and species of animals</w:t>
            </w:r>
          </w:p>
          <w:p w14:paraId="2A4EF492" w14:textId="77777777" w:rsidR="00547D6D" w:rsidRPr="00803127" w:rsidRDefault="00803127" w:rsidP="00803127">
            <w:pPr>
              <w:pStyle w:val="SIText"/>
            </w:pPr>
            <w:r>
              <w:t xml:space="preserve">1.3 </w:t>
            </w:r>
            <w:r w:rsidR="00547D6D" w:rsidRPr="00803127">
              <w:t>Provide advice on the suitability of the selected animal to meet client’s requirements</w:t>
            </w:r>
          </w:p>
        </w:tc>
      </w:tr>
      <w:tr w:rsidR="00547D6D" w:rsidRPr="00803127" w14:paraId="66AE3FC0" w14:textId="77777777" w:rsidTr="00CA2922">
        <w:trPr>
          <w:cantSplit/>
        </w:trPr>
        <w:tc>
          <w:tcPr>
            <w:tcW w:w="1396" w:type="pct"/>
            <w:shd w:val="clear" w:color="auto" w:fill="auto"/>
          </w:tcPr>
          <w:p w14:paraId="279048B4" w14:textId="77777777" w:rsidR="00547D6D" w:rsidRPr="00803127" w:rsidRDefault="00C23DDC" w:rsidP="00C23DDC">
            <w:pPr>
              <w:pStyle w:val="SIText"/>
            </w:pPr>
            <w:r>
              <w:t xml:space="preserve">2. </w:t>
            </w:r>
            <w:r w:rsidR="00547D6D" w:rsidRPr="00803127">
              <w:t>Advise on housing and environmental requirements</w:t>
            </w:r>
          </w:p>
        </w:tc>
        <w:tc>
          <w:tcPr>
            <w:tcW w:w="3604" w:type="pct"/>
            <w:shd w:val="clear" w:color="auto" w:fill="auto"/>
          </w:tcPr>
          <w:p w14:paraId="6541EAF8" w14:textId="77777777" w:rsidR="00547D6D" w:rsidRPr="00803127" w:rsidRDefault="00803127" w:rsidP="00803127">
            <w:pPr>
              <w:pStyle w:val="SIText"/>
            </w:pPr>
            <w:r>
              <w:t xml:space="preserve">2.1 </w:t>
            </w:r>
            <w:r w:rsidR="00547D6D" w:rsidRPr="00803127">
              <w:t>Discuss appropriate housing and shelter requirements for the selected animal</w:t>
            </w:r>
          </w:p>
          <w:p w14:paraId="2CE0142C" w14:textId="46FB03BD" w:rsidR="00547D6D" w:rsidRPr="00803127" w:rsidRDefault="00803127" w:rsidP="00803127">
            <w:pPr>
              <w:pStyle w:val="SIText"/>
            </w:pPr>
            <w:r>
              <w:t xml:space="preserve">2.2 </w:t>
            </w:r>
            <w:r w:rsidR="00547D6D" w:rsidRPr="00803127">
              <w:t>Explain set-up and maintenance of housing</w:t>
            </w:r>
            <w:r w:rsidR="00DA2509">
              <w:t>,</w:t>
            </w:r>
            <w:r w:rsidR="00547D6D" w:rsidRPr="00803127">
              <w:t xml:space="preserve"> and demonstrate if required</w:t>
            </w:r>
          </w:p>
          <w:p w14:paraId="2B729AED" w14:textId="77777777" w:rsidR="00547D6D" w:rsidRPr="00803127" w:rsidRDefault="00803127" w:rsidP="00803127">
            <w:pPr>
              <w:pStyle w:val="SIText"/>
            </w:pPr>
            <w:r>
              <w:t xml:space="preserve">2.3 </w:t>
            </w:r>
            <w:r w:rsidR="00547D6D" w:rsidRPr="00803127">
              <w:t>Provide advice on the introduction of animals to a new environment</w:t>
            </w:r>
          </w:p>
        </w:tc>
      </w:tr>
      <w:tr w:rsidR="00547D6D" w:rsidRPr="00803127" w14:paraId="41F9B578" w14:textId="77777777" w:rsidTr="00CA2922">
        <w:trPr>
          <w:cantSplit/>
        </w:trPr>
        <w:tc>
          <w:tcPr>
            <w:tcW w:w="1396" w:type="pct"/>
            <w:shd w:val="clear" w:color="auto" w:fill="auto"/>
          </w:tcPr>
          <w:p w14:paraId="45D097CB" w14:textId="77777777" w:rsidR="00547D6D" w:rsidRPr="00803127" w:rsidRDefault="00C23DDC" w:rsidP="00C23DDC">
            <w:pPr>
              <w:pStyle w:val="SIText"/>
            </w:pPr>
            <w:r>
              <w:t xml:space="preserve">3. </w:t>
            </w:r>
            <w:r w:rsidR="00547D6D" w:rsidRPr="00803127">
              <w:t>Advise on health and nutritional requirements</w:t>
            </w:r>
          </w:p>
        </w:tc>
        <w:tc>
          <w:tcPr>
            <w:tcW w:w="3604" w:type="pct"/>
            <w:shd w:val="clear" w:color="auto" w:fill="auto"/>
          </w:tcPr>
          <w:p w14:paraId="6E5C27ED" w14:textId="77777777" w:rsidR="00547D6D" w:rsidRPr="00803127" w:rsidRDefault="00803127" w:rsidP="00803127">
            <w:pPr>
              <w:pStyle w:val="SIText"/>
            </w:pPr>
            <w:r>
              <w:t xml:space="preserve">3.1 </w:t>
            </w:r>
            <w:r w:rsidR="00547D6D" w:rsidRPr="00803127">
              <w:t>Discuss the animal’s health requirements with the client</w:t>
            </w:r>
          </w:p>
          <w:p w14:paraId="60749F7D" w14:textId="77777777" w:rsidR="00547D6D" w:rsidRPr="00803127" w:rsidRDefault="00803127" w:rsidP="00803127">
            <w:pPr>
              <w:pStyle w:val="SIText"/>
            </w:pPr>
            <w:r>
              <w:t xml:space="preserve">3.2 </w:t>
            </w:r>
            <w:r w:rsidR="00547D6D" w:rsidRPr="00803127">
              <w:t>Provide information on preventative health measures for the selected animal</w:t>
            </w:r>
          </w:p>
          <w:p w14:paraId="751769EE" w14:textId="77777777" w:rsidR="00547D6D" w:rsidRPr="00803127" w:rsidRDefault="00803127" w:rsidP="00803127">
            <w:pPr>
              <w:pStyle w:val="SIText"/>
            </w:pPr>
            <w:r>
              <w:t xml:space="preserve">3.3 </w:t>
            </w:r>
            <w:r w:rsidR="00547D6D" w:rsidRPr="00803127">
              <w:t>Explain the dietary requirements for the selected animal</w:t>
            </w:r>
          </w:p>
          <w:p w14:paraId="1E47C267" w14:textId="77777777" w:rsidR="00547D6D" w:rsidRPr="00803127" w:rsidRDefault="00803127" w:rsidP="00803127">
            <w:pPr>
              <w:pStyle w:val="SIText"/>
            </w:pPr>
            <w:r>
              <w:t xml:space="preserve">3.4 </w:t>
            </w:r>
            <w:r w:rsidR="00547D6D" w:rsidRPr="00803127">
              <w:t>Explain the grooming requirements for the selected animal</w:t>
            </w:r>
          </w:p>
        </w:tc>
      </w:tr>
      <w:tr w:rsidR="00547D6D" w:rsidRPr="00803127" w14:paraId="4C561A52" w14:textId="77777777" w:rsidTr="00CA2922">
        <w:trPr>
          <w:cantSplit/>
        </w:trPr>
        <w:tc>
          <w:tcPr>
            <w:tcW w:w="1396" w:type="pct"/>
            <w:shd w:val="clear" w:color="auto" w:fill="auto"/>
          </w:tcPr>
          <w:p w14:paraId="23B3A472" w14:textId="77777777" w:rsidR="00547D6D" w:rsidRPr="00803127" w:rsidRDefault="00C23DDC" w:rsidP="00C23DDC">
            <w:pPr>
              <w:pStyle w:val="SIText"/>
            </w:pPr>
            <w:r>
              <w:t xml:space="preserve">4. </w:t>
            </w:r>
            <w:r w:rsidR="00547D6D" w:rsidRPr="00803127">
              <w:t>Advise on additional products and services</w:t>
            </w:r>
          </w:p>
        </w:tc>
        <w:tc>
          <w:tcPr>
            <w:tcW w:w="3604" w:type="pct"/>
            <w:shd w:val="clear" w:color="auto" w:fill="auto"/>
          </w:tcPr>
          <w:p w14:paraId="3DB879D0" w14:textId="77777777" w:rsidR="00547D6D" w:rsidRPr="00803127" w:rsidRDefault="00803127" w:rsidP="00803127">
            <w:pPr>
              <w:pStyle w:val="SIText"/>
            </w:pPr>
            <w:r>
              <w:t xml:space="preserve">4.1 </w:t>
            </w:r>
            <w:r w:rsidR="00547D6D" w:rsidRPr="00803127">
              <w:t>Display and demonstrate products as required by client</w:t>
            </w:r>
          </w:p>
          <w:p w14:paraId="6925F694" w14:textId="77777777" w:rsidR="00547D6D" w:rsidRPr="00803127" w:rsidRDefault="002412DC" w:rsidP="00803127">
            <w:pPr>
              <w:pStyle w:val="SIText"/>
            </w:pPr>
            <w:r>
              <w:t xml:space="preserve">4.2 </w:t>
            </w:r>
            <w:r w:rsidR="00547D6D" w:rsidRPr="00803127">
              <w:t>Discuss and demonstrate additional equipment and related services as required</w:t>
            </w:r>
          </w:p>
          <w:p w14:paraId="707179AF" w14:textId="77777777" w:rsidR="00547D6D" w:rsidRPr="00803127" w:rsidRDefault="002412DC" w:rsidP="00803127">
            <w:pPr>
              <w:pStyle w:val="SIText"/>
            </w:pPr>
            <w:r>
              <w:t xml:space="preserve">4.3 </w:t>
            </w:r>
            <w:r w:rsidR="00547D6D" w:rsidRPr="00803127">
              <w:t>Arrange transportation of animal or provide instructions to client</w:t>
            </w:r>
          </w:p>
        </w:tc>
      </w:tr>
      <w:tr w:rsidR="00547D6D" w:rsidRPr="00803127" w14:paraId="7DF5BC83" w14:textId="77777777" w:rsidTr="00CA2922">
        <w:trPr>
          <w:cantSplit/>
        </w:trPr>
        <w:tc>
          <w:tcPr>
            <w:tcW w:w="1396" w:type="pct"/>
            <w:shd w:val="clear" w:color="auto" w:fill="auto"/>
          </w:tcPr>
          <w:p w14:paraId="1E3C9D6C" w14:textId="77777777" w:rsidR="00547D6D" w:rsidRPr="00803127" w:rsidRDefault="00C23DDC" w:rsidP="00C23DDC">
            <w:pPr>
              <w:pStyle w:val="SIText"/>
            </w:pPr>
            <w:r>
              <w:t xml:space="preserve">5. </w:t>
            </w:r>
            <w:r w:rsidR="00547D6D" w:rsidRPr="00803127">
              <w:t>Complete transactions</w:t>
            </w:r>
          </w:p>
        </w:tc>
        <w:tc>
          <w:tcPr>
            <w:tcW w:w="3604" w:type="pct"/>
            <w:shd w:val="clear" w:color="auto" w:fill="auto"/>
          </w:tcPr>
          <w:p w14:paraId="167005B7" w14:textId="53619583" w:rsidR="00547D6D" w:rsidRPr="00803127" w:rsidRDefault="002412DC" w:rsidP="00803127">
            <w:pPr>
              <w:pStyle w:val="SIText"/>
            </w:pPr>
            <w:r>
              <w:t xml:space="preserve">5.1 </w:t>
            </w:r>
            <w:r w:rsidR="00547D6D" w:rsidRPr="00803127">
              <w:t xml:space="preserve">Complete sales of animals and products </w:t>
            </w:r>
            <w:r w:rsidR="006D45D2">
              <w:t>according to workplace policies and procedures</w:t>
            </w:r>
          </w:p>
          <w:p w14:paraId="6297E9E9" w14:textId="77777777" w:rsidR="00547D6D" w:rsidRPr="00803127" w:rsidRDefault="002412DC" w:rsidP="00803127">
            <w:pPr>
              <w:pStyle w:val="SIText"/>
            </w:pPr>
            <w:r>
              <w:t xml:space="preserve">5.2 </w:t>
            </w:r>
            <w:r w:rsidR="00547D6D" w:rsidRPr="00803127">
              <w:t>Ensure compliance with legislative requirements for the sale or transportation of the selected animal</w:t>
            </w:r>
          </w:p>
          <w:p w14:paraId="78F584D4" w14:textId="7A4EDC48" w:rsidR="00547D6D" w:rsidRPr="00803127" w:rsidRDefault="002412DC" w:rsidP="00803127">
            <w:pPr>
              <w:pStyle w:val="SIText"/>
            </w:pPr>
            <w:r>
              <w:t xml:space="preserve">5.3 </w:t>
            </w:r>
            <w:r w:rsidR="00547D6D" w:rsidRPr="00803127">
              <w:t xml:space="preserve">Maintain records and follow up </w:t>
            </w:r>
            <w:r w:rsidR="00B46A0C">
              <w:t xml:space="preserve">with </w:t>
            </w:r>
            <w:r w:rsidR="00547D6D" w:rsidRPr="00803127">
              <w:t>client</w:t>
            </w:r>
            <w:r w:rsidR="006D45D2">
              <w:t xml:space="preserve"> </w:t>
            </w:r>
            <w:r w:rsidR="006D45D2">
              <w:t>according to workplace policies and procedures</w:t>
            </w:r>
          </w:p>
        </w:tc>
      </w:tr>
    </w:tbl>
    <w:p w14:paraId="574DE566" w14:textId="77777777" w:rsidR="00F1480E" w:rsidRPr="00803127"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803127" w:rsidDel="00423CB2" w14:paraId="6BADCBBE" w14:textId="77777777" w:rsidTr="00CA2922">
        <w:trPr>
          <w:tblHeader/>
        </w:trPr>
        <w:tc>
          <w:tcPr>
            <w:tcW w:w="5000" w:type="pct"/>
            <w:gridSpan w:val="2"/>
          </w:tcPr>
          <w:p w14:paraId="626664FA" w14:textId="77777777" w:rsidR="00F1480E" w:rsidRPr="00803127" w:rsidRDefault="00FD557D" w:rsidP="00FD557D">
            <w:pPr>
              <w:pStyle w:val="SIHeading2"/>
              <w:rPr>
                <w:rFonts w:cs="Arial"/>
              </w:rPr>
            </w:pPr>
            <w:r w:rsidRPr="00803127">
              <w:rPr>
                <w:rFonts w:cs="Arial"/>
              </w:rPr>
              <w:lastRenderedPageBreak/>
              <w:t>Foundation Skills</w:t>
            </w:r>
          </w:p>
          <w:p w14:paraId="0D3CAC61" w14:textId="77777777" w:rsidR="00F1480E" w:rsidRPr="00803127" w:rsidRDefault="00F1480E" w:rsidP="00634FCA">
            <w:pPr>
              <w:rPr>
                <w:rStyle w:val="SIText-Italic"/>
                <w:rFonts w:eastAsiaTheme="majorEastAsia" w:cs="Arial"/>
              </w:rPr>
            </w:pPr>
            <w:r w:rsidRPr="00803127">
              <w:rPr>
                <w:rStyle w:val="SIText-Italic"/>
                <w:rFonts w:eastAsiaTheme="majorEastAsia" w:cs="Arial"/>
              </w:rPr>
              <w:t>This section describes those language, literacy, numeracy and employment skills that are essential for performance in this unit of competency but are not explicit in the performance criteria.</w:t>
            </w:r>
          </w:p>
        </w:tc>
      </w:tr>
      <w:tr w:rsidR="00F1480E" w:rsidRPr="00803127" w:rsidDel="00423CB2" w14:paraId="416D62AD" w14:textId="77777777" w:rsidTr="00CA2922">
        <w:trPr>
          <w:tblHeader/>
        </w:trPr>
        <w:tc>
          <w:tcPr>
            <w:tcW w:w="1396" w:type="pct"/>
          </w:tcPr>
          <w:p w14:paraId="056E354F" w14:textId="77777777" w:rsidR="00F1480E" w:rsidRPr="00803127" w:rsidDel="00423CB2" w:rsidRDefault="00F1480E" w:rsidP="00FD557D">
            <w:pPr>
              <w:pStyle w:val="SIText-Bold"/>
              <w:rPr>
                <w:rFonts w:eastAsiaTheme="majorEastAsia" w:cs="Arial"/>
              </w:rPr>
            </w:pPr>
            <w:r w:rsidRPr="00803127">
              <w:rPr>
                <w:rFonts w:eastAsiaTheme="majorEastAsia" w:cs="Arial"/>
              </w:rPr>
              <w:t>Skill</w:t>
            </w:r>
          </w:p>
        </w:tc>
        <w:tc>
          <w:tcPr>
            <w:tcW w:w="3604" w:type="pct"/>
          </w:tcPr>
          <w:p w14:paraId="6FFFBFC9" w14:textId="77777777" w:rsidR="00F1480E" w:rsidRPr="00803127" w:rsidDel="00423CB2" w:rsidRDefault="00F1480E" w:rsidP="00FD557D">
            <w:pPr>
              <w:pStyle w:val="SIText-Bold"/>
              <w:rPr>
                <w:rFonts w:eastAsiaTheme="majorEastAsia" w:cs="Arial"/>
              </w:rPr>
            </w:pPr>
            <w:r w:rsidRPr="00803127">
              <w:rPr>
                <w:rFonts w:eastAsiaTheme="majorEastAsia" w:cs="Arial"/>
              </w:rPr>
              <w:t>Description</w:t>
            </w:r>
          </w:p>
        </w:tc>
      </w:tr>
      <w:tr w:rsidR="00F1480E" w:rsidRPr="00803127" w:rsidDel="00423CB2" w14:paraId="75D7005D" w14:textId="77777777" w:rsidTr="00CA2922">
        <w:tc>
          <w:tcPr>
            <w:tcW w:w="1396" w:type="pct"/>
          </w:tcPr>
          <w:p w14:paraId="1C6F6CFA" w14:textId="77777777" w:rsidR="00F1480E" w:rsidRPr="00803127" w:rsidRDefault="002412DC" w:rsidP="00923720">
            <w:pPr>
              <w:pStyle w:val="SIText"/>
              <w:rPr>
                <w:rFonts w:cs="Arial"/>
              </w:rPr>
            </w:pPr>
            <w:r>
              <w:rPr>
                <w:rFonts w:cs="Arial"/>
              </w:rPr>
              <w:t>Reading</w:t>
            </w:r>
          </w:p>
        </w:tc>
        <w:tc>
          <w:tcPr>
            <w:tcW w:w="3604" w:type="pct"/>
          </w:tcPr>
          <w:p w14:paraId="79B47C66" w14:textId="77777777" w:rsidR="00F1480E" w:rsidRPr="00803127" w:rsidRDefault="002924E1" w:rsidP="00C23DDC">
            <w:pPr>
              <w:pStyle w:val="SIBulletList1"/>
            </w:pPr>
            <w:r>
              <w:t>Summarise</w:t>
            </w:r>
            <w:r w:rsidR="002412DC">
              <w:t xml:space="preserve"> product information</w:t>
            </w:r>
            <w:r>
              <w:t xml:space="preserve"> for clients</w:t>
            </w:r>
          </w:p>
          <w:p w14:paraId="1C153D22" w14:textId="77777777" w:rsidR="00F1480E" w:rsidRPr="00803127" w:rsidRDefault="002412DC" w:rsidP="00C23DDC">
            <w:pPr>
              <w:pStyle w:val="SIBulletList1"/>
            </w:pPr>
            <w:r>
              <w:t>Access information about breeds and nutrition</w:t>
            </w:r>
            <w:r w:rsidR="002924E1">
              <w:t>al needs</w:t>
            </w:r>
          </w:p>
        </w:tc>
      </w:tr>
      <w:tr w:rsidR="00F1480E" w:rsidRPr="00803127" w:rsidDel="00423CB2" w14:paraId="32950A9A" w14:textId="77777777" w:rsidTr="00CA2922">
        <w:tc>
          <w:tcPr>
            <w:tcW w:w="1396" w:type="pct"/>
          </w:tcPr>
          <w:p w14:paraId="5435E6C5" w14:textId="09B8163F" w:rsidR="00F1480E" w:rsidRPr="00803127" w:rsidRDefault="002412DC" w:rsidP="00923720">
            <w:pPr>
              <w:pStyle w:val="SIText"/>
              <w:rPr>
                <w:rFonts w:cs="Arial"/>
              </w:rPr>
            </w:pPr>
            <w:r>
              <w:rPr>
                <w:rFonts w:cs="Arial"/>
              </w:rPr>
              <w:t xml:space="preserve">Numeracy </w:t>
            </w:r>
            <w:r w:rsidR="00DA2509">
              <w:rPr>
                <w:rFonts w:cs="Arial"/>
              </w:rPr>
              <w:t>s</w:t>
            </w:r>
            <w:r>
              <w:rPr>
                <w:rFonts w:cs="Arial"/>
              </w:rPr>
              <w:t>kills</w:t>
            </w:r>
          </w:p>
        </w:tc>
        <w:tc>
          <w:tcPr>
            <w:tcW w:w="3604" w:type="pct"/>
          </w:tcPr>
          <w:p w14:paraId="32E2FE7D" w14:textId="77777777" w:rsidR="002412DC" w:rsidRPr="00C23DDC" w:rsidRDefault="00E05FFF" w:rsidP="00C23DDC">
            <w:pPr>
              <w:pStyle w:val="SIBulletList1"/>
            </w:pPr>
            <w:r w:rsidRPr="00C23DDC">
              <w:t>Accurately c</w:t>
            </w:r>
            <w:r w:rsidR="002412DC" w:rsidRPr="00C23DDC">
              <w:t xml:space="preserve">alculate </w:t>
            </w:r>
            <w:r w:rsidR="002924E1" w:rsidRPr="00C23DDC">
              <w:t>prices</w:t>
            </w:r>
            <w:r w:rsidR="002412DC" w:rsidRPr="00C23DDC">
              <w:t xml:space="preserve"> and change</w:t>
            </w:r>
            <w:r w:rsidR="002924E1" w:rsidRPr="00C23DDC">
              <w:t xml:space="preserve"> </w:t>
            </w:r>
          </w:p>
          <w:p w14:paraId="4949E2F7" w14:textId="77777777" w:rsidR="00F1480E" w:rsidRPr="00C23DDC" w:rsidRDefault="002412DC" w:rsidP="00C23DDC">
            <w:pPr>
              <w:pStyle w:val="SIBulletList1"/>
            </w:pPr>
            <w:r w:rsidRPr="00C23DDC">
              <w:t>Record sales information</w:t>
            </w:r>
            <w:r w:rsidR="002924E1" w:rsidRPr="00C23DDC">
              <w:t xml:space="preserve"> </w:t>
            </w:r>
          </w:p>
        </w:tc>
      </w:tr>
    </w:tbl>
    <w:p w14:paraId="1AC48CDD" w14:textId="77777777" w:rsidR="00916CD7" w:rsidRPr="00803127" w:rsidRDefault="00916CD7" w:rsidP="00F1480E">
      <w:pPr>
        <w:pStyle w:val="SIText"/>
        <w:keepNext/>
        <w:rPr>
          <w:rFonts w:cs="Arial"/>
        </w:rPr>
      </w:pPr>
    </w:p>
    <w:p w14:paraId="015CC8BD" w14:textId="77777777" w:rsidR="00F1480E" w:rsidRPr="00803127" w:rsidRDefault="00F1480E" w:rsidP="00F1480E">
      <w:pPr>
        <w:pStyle w:val="SIText"/>
        <w:rPr>
          <w:rFonts w:cs="Arial"/>
        </w:rPr>
      </w:pPr>
    </w:p>
    <w:tbl>
      <w:tblPr>
        <w:tblStyle w:val="TableGrid"/>
        <w:tblW w:w="5000" w:type="pct"/>
        <w:tblLook w:val="04A0" w:firstRow="1" w:lastRow="0" w:firstColumn="1" w:lastColumn="0" w:noHBand="0" w:noVBand="1"/>
      </w:tblPr>
      <w:tblGrid>
        <w:gridCol w:w="1979"/>
        <w:gridCol w:w="2128"/>
        <w:gridCol w:w="2409"/>
        <w:gridCol w:w="3112"/>
      </w:tblGrid>
      <w:tr w:rsidR="00F1480E" w:rsidRPr="00803127" w14:paraId="5A63DA9E" w14:textId="77777777" w:rsidTr="00CA2922">
        <w:trPr>
          <w:tblHeader/>
        </w:trPr>
        <w:tc>
          <w:tcPr>
            <w:tcW w:w="5000" w:type="pct"/>
            <w:gridSpan w:val="4"/>
          </w:tcPr>
          <w:p w14:paraId="5F8DB4F4" w14:textId="77777777" w:rsidR="00F1480E" w:rsidRPr="00803127" w:rsidRDefault="00FD557D" w:rsidP="00FD557D">
            <w:pPr>
              <w:pStyle w:val="SIHeading2"/>
              <w:rPr>
                <w:rFonts w:cs="Arial"/>
              </w:rPr>
            </w:pPr>
            <w:r w:rsidRPr="00803127">
              <w:rPr>
                <w:rFonts w:cs="Arial"/>
              </w:rPr>
              <w:t>Unit Mapping Information</w:t>
            </w:r>
          </w:p>
        </w:tc>
      </w:tr>
      <w:tr w:rsidR="00F1480E" w:rsidRPr="00803127" w14:paraId="30D57F2D" w14:textId="77777777" w:rsidTr="00FD557D">
        <w:trPr>
          <w:tblHeader/>
        </w:trPr>
        <w:tc>
          <w:tcPr>
            <w:tcW w:w="1028" w:type="pct"/>
          </w:tcPr>
          <w:p w14:paraId="43C6CCDE" w14:textId="77777777" w:rsidR="00F1480E" w:rsidRPr="00803127" w:rsidRDefault="00F1480E" w:rsidP="00923720">
            <w:pPr>
              <w:pStyle w:val="SIText-Bold"/>
              <w:rPr>
                <w:rFonts w:cs="Arial"/>
              </w:rPr>
            </w:pPr>
            <w:r w:rsidRPr="00803127">
              <w:rPr>
                <w:rFonts w:cs="Arial"/>
              </w:rPr>
              <w:t>Code and title current version</w:t>
            </w:r>
          </w:p>
        </w:tc>
        <w:tc>
          <w:tcPr>
            <w:tcW w:w="1105" w:type="pct"/>
          </w:tcPr>
          <w:p w14:paraId="3CAE48F3" w14:textId="77777777" w:rsidR="00F1480E" w:rsidRPr="00803127" w:rsidRDefault="00F1480E" w:rsidP="00923720">
            <w:pPr>
              <w:pStyle w:val="SIText-Bold"/>
              <w:rPr>
                <w:rFonts w:cs="Arial"/>
              </w:rPr>
            </w:pPr>
            <w:r w:rsidRPr="00803127">
              <w:rPr>
                <w:rFonts w:cs="Arial"/>
              </w:rPr>
              <w:t>Code and title previous</w:t>
            </w:r>
            <w:r w:rsidR="00FA6D38">
              <w:rPr>
                <w:rFonts w:cs="Arial"/>
              </w:rPr>
              <w:t xml:space="preserve"> </w:t>
            </w:r>
            <w:r w:rsidRPr="00803127">
              <w:rPr>
                <w:rFonts w:cs="Arial"/>
              </w:rPr>
              <w:t>version</w:t>
            </w:r>
          </w:p>
        </w:tc>
        <w:tc>
          <w:tcPr>
            <w:tcW w:w="1251" w:type="pct"/>
          </w:tcPr>
          <w:p w14:paraId="05316620" w14:textId="77777777" w:rsidR="00F1480E" w:rsidRPr="00803127" w:rsidRDefault="00F1480E" w:rsidP="00923720">
            <w:pPr>
              <w:pStyle w:val="SIText-Bold"/>
              <w:rPr>
                <w:rFonts w:cs="Arial"/>
              </w:rPr>
            </w:pPr>
            <w:r w:rsidRPr="00803127">
              <w:rPr>
                <w:rFonts w:cs="Arial"/>
              </w:rPr>
              <w:t>Comments</w:t>
            </w:r>
          </w:p>
        </w:tc>
        <w:tc>
          <w:tcPr>
            <w:tcW w:w="1616" w:type="pct"/>
          </w:tcPr>
          <w:p w14:paraId="532796EA" w14:textId="77777777" w:rsidR="00F1480E" w:rsidRPr="00803127" w:rsidRDefault="00F1480E" w:rsidP="00923720">
            <w:pPr>
              <w:pStyle w:val="SIText-Bold"/>
              <w:rPr>
                <w:rFonts w:cs="Arial"/>
              </w:rPr>
            </w:pPr>
            <w:r w:rsidRPr="00803127">
              <w:rPr>
                <w:rFonts w:cs="Arial"/>
              </w:rPr>
              <w:t>Equivalence status</w:t>
            </w:r>
          </w:p>
        </w:tc>
      </w:tr>
      <w:tr w:rsidR="00041E59" w:rsidRPr="00803127" w14:paraId="00C2236A" w14:textId="77777777" w:rsidTr="00FD557D">
        <w:tc>
          <w:tcPr>
            <w:tcW w:w="1028" w:type="pct"/>
          </w:tcPr>
          <w:p w14:paraId="097CB7F8" w14:textId="77777777" w:rsidR="00041E59" w:rsidRPr="00803127" w:rsidRDefault="00DF14F5" w:rsidP="00916CD7">
            <w:pPr>
              <w:pStyle w:val="SIText"/>
              <w:rPr>
                <w:rFonts w:cs="Arial"/>
              </w:rPr>
            </w:pPr>
            <w:r w:rsidRPr="00803127">
              <w:rPr>
                <w:rFonts w:cs="Arial"/>
              </w:rPr>
              <w:t>ACMCAS302 Provide advice on companion animal selection and general care</w:t>
            </w:r>
          </w:p>
        </w:tc>
        <w:tc>
          <w:tcPr>
            <w:tcW w:w="1105" w:type="pct"/>
          </w:tcPr>
          <w:p w14:paraId="10AA57AC" w14:textId="77777777" w:rsidR="00041E59" w:rsidRPr="00803127" w:rsidRDefault="00DF14F5" w:rsidP="00041E59">
            <w:pPr>
              <w:pStyle w:val="SIText"/>
              <w:rPr>
                <w:rFonts w:cs="Arial"/>
              </w:rPr>
            </w:pPr>
            <w:r w:rsidRPr="00803127">
              <w:rPr>
                <w:rFonts w:cs="Arial"/>
              </w:rPr>
              <w:t>ACMCAS302A Provide advice on companion animal selection and general care</w:t>
            </w:r>
          </w:p>
        </w:tc>
        <w:tc>
          <w:tcPr>
            <w:tcW w:w="1251" w:type="pct"/>
          </w:tcPr>
          <w:p w14:paraId="71F22C43" w14:textId="77777777" w:rsidR="00041E59" w:rsidRPr="00803127" w:rsidRDefault="00DF14F5" w:rsidP="00DF14F5">
            <w:pPr>
              <w:pStyle w:val="SIText"/>
              <w:rPr>
                <w:rFonts w:cs="Arial"/>
              </w:rPr>
            </w:pPr>
            <w:r w:rsidRPr="00803127">
              <w:rPr>
                <w:rFonts w:cs="Arial"/>
              </w:rPr>
              <w:t>Updated to meet Standards for Training Packages</w:t>
            </w:r>
          </w:p>
        </w:tc>
        <w:tc>
          <w:tcPr>
            <w:tcW w:w="1616" w:type="pct"/>
          </w:tcPr>
          <w:p w14:paraId="7298EAD1" w14:textId="77777777" w:rsidR="00041E59" w:rsidRPr="00803127" w:rsidRDefault="00916CD7" w:rsidP="00041E59">
            <w:pPr>
              <w:pStyle w:val="SIText"/>
              <w:rPr>
                <w:rFonts w:cs="Arial"/>
              </w:rPr>
            </w:pPr>
            <w:r w:rsidRPr="00803127">
              <w:rPr>
                <w:rFonts w:cs="Arial"/>
              </w:rPr>
              <w:t xml:space="preserve">Equivalent unit </w:t>
            </w:r>
          </w:p>
          <w:p w14:paraId="6F754417" w14:textId="77777777" w:rsidR="00916CD7" w:rsidRPr="00803127" w:rsidRDefault="00916CD7" w:rsidP="00041E59">
            <w:pPr>
              <w:pStyle w:val="SIText"/>
              <w:rPr>
                <w:rFonts w:cs="Arial"/>
              </w:rPr>
            </w:pPr>
          </w:p>
        </w:tc>
      </w:tr>
    </w:tbl>
    <w:p w14:paraId="32D55321" w14:textId="77777777" w:rsidR="00F1480E" w:rsidRPr="00803127" w:rsidRDefault="00F1480E" w:rsidP="00916CD7">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803127" w14:paraId="4C5B8956" w14:textId="77777777" w:rsidTr="00CA2922">
        <w:tc>
          <w:tcPr>
            <w:tcW w:w="1396" w:type="pct"/>
            <w:shd w:val="clear" w:color="auto" w:fill="auto"/>
          </w:tcPr>
          <w:p w14:paraId="3CE2E69E" w14:textId="77777777" w:rsidR="00F1480E" w:rsidRPr="00803127" w:rsidRDefault="00FD557D" w:rsidP="00FD557D">
            <w:pPr>
              <w:pStyle w:val="SIHeading2"/>
              <w:rPr>
                <w:rFonts w:cs="Arial"/>
              </w:rPr>
            </w:pPr>
            <w:r w:rsidRPr="00803127">
              <w:rPr>
                <w:rFonts w:cs="Arial"/>
              </w:rPr>
              <w:t>Links</w:t>
            </w:r>
          </w:p>
        </w:tc>
        <w:tc>
          <w:tcPr>
            <w:tcW w:w="3604" w:type="pct"/>
            <w:shd w:val="clear" w:color="auto" w:fill="auto"/>
          </w:tcPr>
          <w:p w14:paraId="67B60144" w14:textId="31F5B02D" w:rsidR="00F1480E" w:rsidRPr="00803127" w:rsidRDefault="00DA2509" w:rsidP="00A76C6C">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6D45D2">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6EB076D7" w14:textId="77777777" w:rsidR="00F1480E" w:rsidRPr="00803127" w:rsidRDefault="00F1480E" w:rsidP="00F1480E">
      <w:pPr>
        <w:pStyle w:val="SIText"/>
        <w:rPr>
          <w:rFonts w:cs="Arial"/>
        </w:rPr>
      </w:pPr>
    </w:p>
    <w:p w14:paraId="02CC04B4" w14:textId="77777777" w:rsidR="00F1480E" w:rsidRPr="00803127" w:rsidRDefault="00F1480E" w:rsidP="00F1480E">
      <w:pPr>
        <w:pStyle w:val="SIText"/>
        <w:rPr>
          <w:rFonts w:cs="Arial"/>
        </w:rPr>
      </w:pPr>
      <w:r w:rsidRPr="00803127">
        <w:rPr>
          <w:rFonts w:cs="Arial"/>
          <w:b/>
        </w:rPr>
        <w:br w:type="page"/>
      </w:r>
    </w:p>
    <w:p w14:paraId="67DD24C3" w14:textId="77777777" w:rsidR="00556C4C" w:rsidRPr="00803127"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D67B8D" w:rsidRPr="00803127" w14:paraId="4D1912C7" w14:textId="77777777" w:rsidTr="00113678">
        <w:trPr>
          <w:tblHeader/>
        </w:trPr>
        <w:tc>
          <w:tcPr>
            <w:tcW w:w="1478" w:type="pct"/>
            <w:shd w:val="clear" w:color="auto" w:fill="auto"/>
          </w:tcPr>
          <w:p w14:paraId="29D82F99" w14:textId="77777777" w:rsidR="00D67B8D" w:rsidRPr="00803127" w:rsidRDefault="001A0E2B" w:rsidP="00CC205E">
            <w:pPr>
              <w:pStyle w:val="Header"/>
              <w:rPr>
                <w:rFonts w:cs="Arial"/>
                <w:b/>
              </w:rPr>
            </w:pPr>
            <w:r w:rsidRPr="00803127">
              <w:rPr>
                <w:rFonts w:cs="Arial"/>
                <w:b/>
              </w:rPr>
              <w:t>TITLE</w:t>
            </w:r>
          </w:p>
        </w:tc>
        <w:tc>
          <w:tcPr>
            <w:tcW w:w="3522" w:type="pct"/>
            <w:shd w:val="clear" w:color="auto" w:fill="auto"/>
          </w:tcPr>
          <w:p w14:paraId="65A6DA7E" w14:textId="77777777" w:rsidR="00D67B8D" w:rsidRPr="00803127" w:rsidRDefault="001A0E2B" w:rsidP="00CC205E">
            <w:pPr>
              <w:pStyle w:val="Header"/>
              <w:rPr>
                <w:rFonts w:cs="Arial"/>
                <w:b/>
              </w:rPr>
            </w:pPr>
            <w:r w:rsidRPr="00803127">
              <w:rPr>
                <w:rFonts w:cs="Arial"/>
                <w:b/>
              </w:rPr>
              <w:t xml:space="preserve">Assessment requirements </w:t>
            </w:r>
            <w:r w:rsidR="00C23DDC" w:rsidRPr="00803127">
              <w:rPr>
                <w:rFonts w:cs="Arial"/>
                <w:b/>
              </w:rPr>
              <w:t>for ACMCAS</w:t>
            </w:r>
            <w:r w:rsidRPr="00803127">
              <w:rPr>
                <w:rFonts w:cs="Arial"/>
                <w:b/>
              </w:rPr>
              <w:t xml:space="preserve">302 </w:t>
            </w:r>
            <w:r w:rsidR="00D67B8D" w:rsidRPr="00803127">
              <w:rPr>
                <w:rFonts w:cs="Arial"/>
                <w:b/>
              </w:rPr>
              <w:t>Provide advice on companion animal selection and general care</w:t>
            </w:r>
          </w:p>
        </w:tc>
      </w:tr>
      <w:tr w:rsidR="00556C4C" w:rsidRPr="00803127" w14:paraId="47642FEA" w14:textId="77777777" w:rsidTr="00113678">
        <w:trPr>
          <w:tblHeader/>
        </w:trPr>
        <w:tc>
          <w:tcPr>
            <w:tcW w:w="5000" w:type="pct"/>
            <w:gridSpan w:val="2"/>
            <w:shd w:val="clear" w:color="auto" w:fill="auto"/>
          </w:tcPr>
          <w:p w14:paraId="55F2318F" w14:textId="77777777" w:rsidR="00556C4C" w:rsidRPr="00803127" w:rsidRDefault="00D71E43" w:rsidP="00D71E43">
            <w:pPr>
              <w:pStyle w:val="SIHeading2"/>
              <w:rPr>
                <w:rFonts w:cs="Arial"/>
              </w:rPr>
            </w:pPr>
            <w:r w:rsidRPr="00803127">
              <w:rPr>
                <w:rFonts w:cs="Arial"/>
              </w:rPr>
              <w:t>Performance Evidence</w:t>
            </w:r>
          </w:p>
        </w:tc>
      </w:tr>
      <w:tr w:rsidR="00556C4C" w:rsidRPr="00803127" w14:paraId="45C6E7E3" w14:textId="77777777" w:rsidTr="00113678">
        <w:tc>
          <w:tcPr>
            <w:tcW w:w="5000" w:type="pct"/>
            <w:gridSpan w:val="2"/>
            <w:shd w:val="clear" w:color="auto" w:fill="auto"/>
          </w:tcPr>
          <w:p w14:paraId="209DAF39" w14:textId="75D8B73F" w:rsidR="00DA2509" w:rsidRDefault="00C23DDC" w:rsidP="00113678">
            <w:pPr>
              <w:pStyle w:val="SIText"/>
            </w:pPr>
            <w:r>
              <w:t xml:space="preserve">An individual demonstrating competency must satisfy all of the elements and performance criteria </w:t>
            </w:r>
            <w:r w:rsidR="006D45D2">
              <w:t>in</w:t>
            </w:r>
            <w:r>
              <w:t xml:space="preserve"> this unit. </w:t>
            </w:r>
          </w:p>
          <w:p w14:paraId="323CD003" w14:textId="77777777" w:rsidR="00DA2509" w:rsidRDefault="00DA2509" w:rsidP="00113678">
            <w:pPr>
              <w:pStyle w:val="SIText"/>
            </w:pPr>
          </w:p>
          <w:p w14:paraId="698EEC3D" w14:textId="5C57E018" w:rsidR="00556C4C" w:rsidRPr="00803127" w:rsidRDefault="00556C4C" w:rsidP="00113678">
            <w:pPr>
              <w:pStyle w:val="SIText"/>
              <w:rPr>
                <w:rFonts w:cs="Arial"/>
              </w:rPr>
            </w:pPr>
            <w:r w:rsidRPr="00803127">
              <w:rPr>
                <w:rFonts w:cs="Arial"/>
              </w:rPr>
              <w:t>There must be evidence that</w:t>
            </w:r>
            <w:r w:rsidR="009A6E6C" w:rsidRPr="00803127">
              <w:rPr>
                <w:rFonts w:cs="Arial"/>
              </w:rPr>
              <w:t xml:space="preserve"> </w:t>
            </w:r>
            <w:r w:rsidRPr="00803127">
              <w:rPr>
                <w:rFonts w:cs="Arial"/>
              </w:rPr>
              <w:t xml:space="preserve">the </w:t>
            </w:r>
            <w:r w:rsidR="00E3681D" w:rsidRPr="00803127">
              <w:rPr>
                <w:rFonts w:cs="Arial"/>
              </w:rPr>
              <w:t>individual</w:t>
            </w:r>
            <w:r w:rsidR="00366805" w:rsidRPr="00803127">
              <w:rPr>
                <w:rFonts w:cs="Arial"/>
              </w:rPr>
              <w:t xml:space="preserve"> has: </w:t>
            </w:r>
          </w:p>
          <w:p w14:paraId="2B09BDE6" w14:textId="77777777" w:rsidR="00556C4C" w:rsidRPr="00C23DDC" w:rsidRDefault="00720201" w:rsidP="00C23DDC">
            <w:pPr>
              <w:pStyle w:val="SIBulletList1"/>
            </w:pPr>
            <w:r w:rsidRPr="00C23DDC">
              <w:t>p</w:t>
            </w:r>
            <w:r w:rsidR="00774B84" w:rsidRPr="00C23DDC">
              <w:t>rovided advice on companion animal selection and general care to at least five different clients</w:t>
            </w:r>
          </w:p>
          <w:p w14:paraId="2FC6DCF3" w14:textId="77777777" w:rsidR="005E2AD7" w:rsidRPr="00E05FFF" w:rsidRDefault="005E2AD7" w:rsidP="00C23DDC">
            <w:pPr>
              <w:pStyle w:val="SIBulletList1"/>
            </w:pPr>
            <w:r w:rsidRPr="00E05FFF">
              <w:t>maintain</w:t>
            </w:r>
            <w:r w:rsidR="00720201" w:rsidRPr="00E05FFF">
              <w:t>ed</w:t>
            </w:r>
            <w:r w:rsidRPr="00E05FFF">
              <w:t xml:space="preserve"> high standards of hygiene and infection control</w:t>
            </w:r>
          </w:p>
          <w:p w14:paraId="7B17192F" w14:textId="77777777" w:rsidR="005E2AD7" w:rsidRPr="00E05FFF" w:rsidRDefault="005E2AD7" w:rsidP="00C23DDC">
            <w:pPr>
              <w:pStyle w:val="SIBulletList1"/>
            </w:pPr>
            <w:r w:rsidRPr="00E05FFF">
              <w:t>maintain</w:t>
            </w:r>
            <w:r w:rsidR="00720201" w:rsidRPr="00E05FFF">
              <w:t>ed</w:t>
            </w:r>
            <w:r w:rsidRPr="00E05FFF">
              <w:t xml:space="preserve"> </w:t>
            </w:r>
            <w:r w:rsidR="00720201" w:rsidRPr="00E05FFF">
              <w:t xml:space="preserve">accurate sales </w:t>
            </w:r>
            <w:r w:rsidRPr="00E05FFF">
              <w:t>records</w:t>
            </w:r>
          </w:p>
          <w:p w14:paraId="402E2825" w14:textId="77777777" w:rsidR="005E2AD7" w:rsidRPr="00803127" w:rsidRDefault="005E2AD7" w:rsidP="00C23DDC">
            <w:pPr>
              <w:pStyle w:val="SIBulletList1"/>
            </w:pPr>
            <w:r w:rsidRPr="00E05FFF">
              <w:t>use</w:t>
            </w:r>
            <w:r w:rsidR="00720201" w:rsidRPr="00E05FFF">
              <w:t>d</w:t>
            </w:r>
            <w:r w:rsidRPr="00E05FFF">
              <w:t xml:space="preserve"> safe and environmentally responsible organisational systems and procedures when working with and handling animals</w:t>
            </w:r>
            <w:r w:rsidR="00720201" w:rsidRPr="00E05FFF">
              <w:t>.</w:t>
            </w:r>
          </w:p>
        </w:tc>
      </w:tr>
    </w:tbl>
    <w:p w14:paraId="7ABABE23" w14:textId="77777777" w:rsidR="00556C4C" w:rsidRPr="00803127" w:rsidRDefault="00556C4C" w:rsidP="00F1480E">
      <w:pPr>
        <w:pStyle w:val="SIText"/>
        <w:rPr>
          <w:rFonts w:cs="Arial"/>
        </w:rPr>
      </w:pPr>
    </w:p>
    <w:p w14:paraId="691D3A46" w14:textId="77777777" w:rsidR="00556C4C" w:rsidRPr="00803127" w:rsidRDefault="00556C4C" w:rsidP="00F1480E">
      <w:pPr>
        <w:pStyle w:val="SIText"/>
        <w:rPr>
          <w:rFonts w:cs="Arial"/>
        </w:rPr>
      </w:pPr>
    </w:p>
    <w:p w14:paraId="21518F7C" w14:textId="77777777" w:rsidR="00556C4C" w:rsidRPr="00803127" w:rsidRDefault="00556C4C"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803127" w14:paraId="2D3A194A" w14:textId="77777777" w:rsidTr="00CA2922">
        <w:trPr>
          <w:tblHeader/>
        </w:trPr>
        <w:tc>
          <w:tcPr>
            <w:tcW w:w="5000" w:type="pct"/>
            <w:shd w:val="clear" w:color="auto" w:fill="auto"/>
          </w:tcPr>
          <w:p w14:paraId="50FA4BC8" w14:textId="77777777" w:rsidR="00F1480E" w:rsidRPr="00803127" w:rsidRDefault="00D71E43" w:rsidP="00D71E43">
            <w:pPr>
              <w:pStyle w:val="SIHeading2"/>
              <w:rPr>
                <w:rFonts w:cs="Arial"/>
              </w:rPr>
            </w:pPr>
            <w:r w:rsidRPr="00803127">
              <w:rPr>
                <w:rFonts w:cs="Arial"/>
              </w:rPr>
              <w:t>Knowledge Evidence</w:t>
            </w:r>
          </w:p>
        </w:tc>
      </w:tr>
      <w:tr w:rsidR="00F1480E" w:rsidRPr="00803127" w14:paraId="186EF61E" w14:textId="77777777" w:rsidTr="00CA2922">
        <w:tc>
          <w:tcPr>
            <w:tcW w:w="5000" w:type="pct"/>
            <w:shd w:val="clear" w:color="auto" w:fill="auto"/>
          </w:tcPr>
          <w:p w14:paraId="28E8F95C" w14:textId="77777777" w:rsidR="008B2C77" w:rsidRPr="00803127" w:rsidRDefault="00E3681D" w:rsidP="002C55E9">
            <w:pPr>
              <w:pStyle w:val="SIText"/>
              <w:rPr>
                <w:rFonts w:cs="Arial"/>
              </w:rPr>
            </w:pPr>
            <w:r w:rsidRPr="00803127">
              <w:rPr>
                <w:rFonts w:cs="Arial"/>
              </w:rPr>
              <w:t xml:space="preserve">An individual </w:t>
            </w:r>
            <w:r w:rsidR="008B2C77" w:rsidRPr="00803127">
              <w:rPr>
                <w:rFonts w:cs="Arial"/>
              </w:rPr>
              <w:t>must be a</w:t>
            </w:r>
            <w:r w:rsidR="00434ECE" w:rsidRPr="00803127">
              <w:rPr>
                <w:rFonts w:cs="Arial"/>
              </w:rPr>
              <w:t>ble to demonstrate the</w:t>
            </w:r>
            <w:r w:rsidR="008B2C77" w:rsidRPr="00803127">
              <w:rPr>
                <w:rFonts w:cs="Arial"/>
              </w:rPr>
              <w:t xml:space="preserve"> knowledge required to perform the tasks outlined in the elements and performance criteria of this unit. This includes knowledge of:</w:t>
            </w:r>
          </w:p>
          <w:p w14:paraId="0CB31139" w14:textId="77777777" w:rsidR="005E2AD7" w:rsidRPr="00720201" w:rsidRDefault="005E2AD7" w:rsidP="00C23DDC">
            <w:pPr>
              <w:pStyle w:val="SIBulletList1"/>
            </w:pPr>
            <w:r w:rsidRPr="00720201">
              <w:t>animal common names</w:t>
            </w:r>
          </w:p>
          <w:p w14:paraId="4CA8602B" w14:textId="77777777" w:rsidR="005E2AD7" w:rsidRPr="00720201" w:rsidRDefault="005E2AD7" w:rsidP="00C23DDC">
            <w:pPr>
              <w:pStyle w:val="SIBulletList1"/>
            </w:pPr>
            <w:r w:rsidRPr="00720201">
              <w:t>basic animal biology</w:t>
            </w:r>
          </w:p>
          <w:p w14:paraId="727E2EC1" w14:textId="77777777" w:rsidR="005E2AD7" w:rsidRPr="00720201" w:rsidRDefault="005E2AD7" w:rsidP="00C23DDC">
            <w:pPr>
              <w:pStyle w:val="SIBulletList1"/>
            </w:pPr>
            <w:r w:rsidRPr="00720201">
              <w:t>common companion animal diseases and treatment strategies</w:t>
            </w:r>
          </w:p>
          <w:p w14:paraId="6DD499D9" w14:textId="60732574" w:rsidR="005E2AD7" w:rsidRPr="00720201" w:rsidRDefault="005E2AD7" w:rsidP="00C23DDC">
            <w:pPr>
              <w:pStyle w:val="SIBulletList1"/>
            </w:pPr>
            <w:r w:rsidRPr="00720201">
              <w:t>communication procedures and systems</w:t>
            </w:r>
            <w:r w:rsidR="00DA2509">
              <w:t>,</w:t>
            </w:r>
            <w:r w:rsidRPr="00720201">
              <w:t xml:space="preserve"> including sales techniques</w:t>
            </w:r>
          </w:p>
          <w:p w14:paraId="101EFDDD" w14:textId="77777777" w:rsidR="005E2AD7" w:rsidRPr="002924E1" w:rsidRDefault="005E2AD7" w:rsidP="00C23DDC">
            <w:pPr>
              <w:pStyle w:val="SIBulletList1"/>
            </w:pPr>
            <w:r w:rsidRPr="00720201">
              <w:t>disinfectants, cleaning agents, cleaning techniques and cleaning equipment and materials used in a companion animal workplace</w:t>
            </w:r>
          </w:p>
          <w:p w14:paraId="0FFDCDA5" w14:textId="77777777" w:rsidR="005E2AD7" w:rsidRPr="00720201" w:rsidRDefault="005E2AD7" w:rsidP="00C23DDC">
            <w:pPr>
              <w:pStyle w:val="SIBulletList1"/>
            </w:pPr>
            <w:r w:rsidRPr="00720201">
              <w:t>general maintenance and cleaning of animal housing</w:t>
            </w:r>
          </w:p>
          <w:p w14:paraId="16C6FBED" w14:textId="77777777" w:rsidR="005E2AD7" w:rsidRPr="00720201" w:rsidRDefault="005E2AD7" w:rsidP="00C23DDC">
            <w:pPr>
              <w:pStyle w:val="SIBulletList1"/>
            </w:pPr>
            <w:r w:rsidRPr="00720201">
              <w:t>nutritional requirements for a range of species and breeds</w:t>
            </w:r>
            <w:r w:rsidR="002924E1">
              <w:t>, including the most commonly selected companion animals</w:t>
            </w:r>
          </w:p>
          <w:p w14:paraId="6ABB636D" w14:textId="77777777" w:rsidR="005E2AD7" w:rsidRPr="00720201" w:rsidRDefault="005E2AD7" w:rsidP="00C23DDC">
            <w:pPr>
              <w:pStyle w:val="SIBulletList1"/>
            </w:pPr>
            <w:r w:rsidRPr="00720201">
              <w:t>principles of animal ethics and welfare</w:t>
            </w:r>
            <w:r w:rsidR="002924E1">
              <w:t xml:space="preserve"> as they apply to companion animals</w:t>
            </w:r>
          </w:p>
          <w:p w14:paraId="31E22C82" w14:textId="77777777" w:rsidR="005E2AD7" w:rsidRPr="00720201" w:rsidRDefault="005E2AD7" w:rsidP="00C23DDC">
            <w:pPr>
              <w:pStyle w:val="SIBulletList1"/>
            </w:pPr>
            <w:r w:rsidRPr="00720201">
              <w:t xml:space="preserve">relevant </w:t>
            </w:r>
            <w:r w:rsidR="002924E1">
              <w:t xml:space="preserve">commonly held </w:t>
            </w:r>
            <w:r w:rsidRPr="00720201">
              <w:t>products and additional services</w:t>
            </w:r>
            <w:r w:rsidR="002924E1">
              <w:t xml:space="preserve"> provided</w:t>
            </w:r>
          </w:p>
          <w:p w14:paraId="4CD23DE2" w14:textId="77777777" w:rsidR="005E2AD7" w:rsidRPr="00720201" w:rsidRDefault="005E2AD7" w:rsidP="00C23DDC">
            <w:pPr>
              <w:pStyle w:val="SIBulletList1"/>
            </w:pPr>
            <w:r w:rsidRPr="00720201">
              <w:t xml:space="preserve">safe animal handling techniques </w:t>
            </w:r>
          </w:p>
          <w:p w14:paraId="389CEBF5" w14:textId="77777777" w:rsidR="005E2AD7" w:rsidRPr="00720201" w:rsidRDefault="005E2AD7" w:rsidP="00C23DDC">
            <w:pPr>
              <w:pStyle w:val="SIBulletList1"/>
            </w:pPr>
            <w:r w:rsidRPr="00720201">
              <w:t>species compatibility</w:t>
            </w:r>
          </w:p>
          <w:p w14:paraId="7714DC35" w14:textId="77777777" w:rsidR="005E2AD7" w:rsidRPr="00720201" w:rsidRDefault="005E2AD7" w:rsidP="00C23DDC">
            <w:pPr>
              <w:pStyle w:val="SIBulletList1"/>
            </w:pPr>
            <w:r w:rsidRPr="00720201">
              <w:t>standards, guidelines and approaches to environmental sustainability relevant to the animal care industry</w:t>
            </w:r>
          </w:p>
          <w:p w14:paraId="7650E505" w14:textId="77777777" w:rsidR="005E2AD7" w:rsidRPr="00720201" w:rsidRDefault="005E2AD7" w:rsidP="00C23DDC">
            <w:pPr>
              <w:pStyle w:val="SIBulletList1"/>
            </w:pPr>
            <w:r w:rsidRPr="00720201">
              <w:t>workplace hygiene standards</w:t>
            </w:r>
            <w:r w:rsidR="00720201">
              <w:t>.</w:t>
            </w:r>
          </w:p>
        </w:tc>
      </w:tr>
    </w:tbl>
    <w:p w14:paraId="73E495C4" w14:textId="77777777" w:rsidR="00F1480E" w:rsidRPr="00803127"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803127" w14:paraId="2E4E9087" w14:textId="77777777" w:rsidTr="00CA2922">
        <w:trPr>
          <w:tblHeader/>
        </w:trPr>
        <w:tc>
          <w:tcPr>
            <w:tcW w:w="5000" w:type="pct"/>
            <w:shd w:val="clear" w:color="auto" w:fill="auto"/>
          </w:tcPr>
          <w:p w14:paraId="23527B3D" w14:textId="77777777" w:rsidR="00F1480E" w:rsidRPr="00803127" w:rsidRDefault="00D71E43" w:rsidP="00D71E43">
            <w:pPr>
              <w:pStyle w:val="SIHeading2"/>
              <w:rPr>
                <w:rFonts w:cs="Arial"/>
              </w:rPr>
            </w:pPr>
            <w:r w:rsidRPr="00803127">
              <w:rPr>
                <w:rFonts w:cs="Arial"/>
              </w:rPr>
              <w:t>Assessment Conditions</w:t>
            </w:r>
          </w:p>
        </w:tc>
      </w:tr>
      <w:tr w:rsidR="00F1480E" w:rsidRPr="00803127" w14:paraId="421C2C29" w14:textId="77777777" w:rsidTr="00CA2922">
        <w:tc>
          <w:tcPr>
            <w:tcW w:w="5000" w:type="pct"/>
            <w:shd w:val="clear" w:color="auto" w:fill="auto"/>
          </w:tcPr>
          <w:p w14:paraId="170B5BD2" w14:textId="228F45F2" w:rsidR="004A7706" w:rsidRPr="00803127" w:rsidRDefault="004A7706" w:rsidP="004A7706">
            <w:pPr>
              <w:pStyle w:val="SIText"/>
              <w:rPr>
                <w:rFonts w:cs="Arial"/>
              </w:rPr>
            </w:pPr>
            <w:r w:rsidRPr="00803127">
              <w:rPr>
                <w:rFonts w:cs="Arial"/>
              </w:rPr>
              <w:t xml:space="preserve">Assessment of </w:t>
            </w:r>
            <w:r w:rsidR="00DA2509">
              <w:rPr>
                <w:rFonts w:cs="Arial"/>
              </w:rPr>
              <w:t>skills</w:t>
            </w:r>
            <w:r w:rsidRPr="00803127">
              <w:rPr>
                <w:rFonts w:cs="Arial"/>
              </w:rPr>
              <w:t xml:space="preserve"> must take place under the following conditions: </w:t>
            </w:r>
          </w:p>
          <w:p w14:paraId="29CE336C" w14:textId="77777777" w:rsidR="004E6741" w:rsidRPr="00E05FFF" w:rsidRDefault="001D7F5B" w:rsidP="00C23DDC">
            <w:pPr>
              <w:pStyle w:val="SIBulletList1"/>
            </w:pPr>
            <w:r w:rsidRPr="00E05FFF">
              <w:t>p</w:t>
            </w:r>
            <w:r w:rsidR="004E6741" w:rsidRPr="00E05FFF">
              <w:t>hysical conditions</w:t>
            </w:r>
            <w:r w:rsidRPr="00E05FFF">
              <w:t>:</w:t>
            </w:r>
          </w:p>
          <w:p w14:paraId="66978F8C" w14:textId="3294454C" w:rsidR="00B31D4F" w:rsidRPr="00C23DDC" w:rsidRDefault="00E05FFF" w:rsidP="00C23DDC">
            <w:pPr>
              <w:pStyle w:val="SIBulletList2"/>
            </w:pPr>
            <w:r w:rsidRPr="00C23DDC">
              <w:t xml:space="preserve">skills must be demonstrated </w:t>
            </w:r>
            <w:r w:rsidR="00B31D4F" w:rsidRPr="00C23DDC">
              <w:t xml:space="preserve">in a workplace setting or an environment that accurately represents workplace conditions </w:t>
            </w:r>
          </w:p>
          <w:p w14:paraId="5F6ADB7A" w14:textId="77777777" w:rsidR="00233143" w:rsidRPr="00E05FFF" w:rsidRDefault="00366805" w:rsidP="00C23DDC">
            <w:pPr>
              <w:pStyle w:val="SIBulletList1"/>
            </w:pPr>
            <w:r w:rsidRPr="00E05FFF">
              <w:t xml:space="preserve">resources, </w:t>
            </w:r>
            <w:r w:rsidR="00F83D7C" w:rsidRPr="00E05FFF">
              <w:t>e</w:t>
            </w:r>
            <w:r w:rsidR="009A6E6C" w:rsidRPr="00E05FFF">
              <w:t>quipment</w:t>
            </w:r>
            <w:r w:rsidR="00F83D7C" w:rsidRPr="00E05FFF">
              <w:t xml:space="preserve"> and materials:</w:t>
            </w:r>
          </w:p>
          <w:p w14:paraId="2172CD8F" w14:textId="77777777" w:rsidR="00E05FFF" w:rsidRDefault="00E05FFF" w:rsidP="00C23DDC">
            <w:pPr>
              <w:pStyle w:val="SIBulletList2"/>
            </w:pPr>
            <w:r>
              <w:t>companion animals</w:t>
            </w:r>
          </w:p>
          <w:p w14:paraId="4C44B28D" w14:textId="77777777" w:rsidR="00366805" w:rsidRDefault="00E05FFF" w:rsidP="00C23DDC">
            <w:pPr>
              <w:pStyle w:val="SIBulletList2"/>
            </w:pPr>
            <w:r>
              <w:t>nutritional and grooming products</w:t>
            </w:r>
          </w:p>
          <w:p w14:paraId="0282AFA1" w14:textId="77777777" w:rsidR="00E05FFF" w:rsidRDefault="00E05FFF" w:rsidP="00C23DDC">
            <w:pPr>
              <w:pStyle w:val="SIBulletList2"/>
            </w:pPr>
            <w:r>
              <w:t>cleaning and hygiene products</w:t>
            </w:r>
          </w:p>
          <w:p w14:paraId="6A98763F" w14:textId="77777777" w:rsidR="00E05FFF" w:rsidRDefault="00E05FFF" w:rsidP="00C23DDC">
            <w:pPr>
              <w:pStyle w:val="SIBulletList2"/>
            </w:pPr>
            <w:r>
              <w:t>other products specific to the care of the specific companion animals</w:t>
            </w:r>
          </w:p>
          <w:p w14:paraId="75FD4905" w14:textId="77777777" w:rsidR="00E05FFF" w:rsidRPr="00803127" w:rsidRDefault="00E05FFF" w:rsidP="00C23DDC">
            <w:pPr>
              <w:pStyle w:val="SIBulletList2"/>
            </w:pPr>
            <w:r>
              <w:t>documentation relevant to the specific companion animals</w:t>
            </w:r>
          </w:p>
          <w:p w14:paraId="10E73882" w14:textId="77777777" w:rsidR="00233143" w:rsidRPr="00E05FFF" w:rsidRDefault="00366805" w:rsidP="00C23DDC">
            <w:pPr>
              <w:pStyle w:val="SIBulletList1"/>
            </w:pPr>
            <w:r w:rsidRPr="00E05FFF">
              <w:t>relationships (internal and/or external):</w:t>
            </w:r>
          </w:p>
          <w:p w14:paraId="116F9817" w14:textId="77777777" w:rsidR="00366805" w:rsidRPr="00803127" w:rsidRDefault="0021210E" w:rsidP="00C23DDC">
            <w:pPr>
              <w:pStyle w:val="SIBulletList2"/>
            </w:pPr>
            <w:r w:rsidRPr="00803127">
              <w:t xml:space="preserve">real </w:t>
            </w:r>
            <w:r w:rsidR="00366805" w:rsidRPr="00803127">
              <w:t>clients/customers</w:t>
            </w:r>
            <w:r w:rsidRPr="00803127">
              <w:t xml:space="preserve"> or realistic scenarios or roleplays</w:t>
            </w:r>
            <w:r w:rsidR="00E05FFF">
              <w:rPr>
                <w:color w:val="696969"/>
                <w:sz w:val="18"/>
                <w:szCs w:val="18"/>
              </w:rPr>
              <w:t>.</w:t>
            </w:r>
          </w:p>
          <w:p w14:paraId="012A5B10" w14:textId="77777777" w:rsidR="00C23DDC" w:rsidRDefault="00C23DDC" w:rsidP="007134FE">
            <w:pPr>
              <w:pStyle w:val="SIText"/>
              <w:rPr>
                <w:rFonts w:cs="Arial"/>
              </w:rPr>
            </w:pPr>
          </w:p>
          <w:p w14:paraId="50F42AD6" w14:textId="77777777" w:rsidR="00F1480E" w:rsidRPr="00803127" w:rsidRDefault="007134FE" w:rsidP="00C23DDC">
            <w:pPr>
              <w:pStyle w:val="SIText"/>
              <w:rPr>
                <w:rFonts w:eastAsia="Calibri"/>
              </w:rPr>
            </w:pPr>
            <w:r w:rsidRPr="00803127">
              <w:rPr>
                <w:rFonts w:cs="Arial"/>
              </w:rPr>
              <w:t>Assessors of this unit must satisfy the requirements for assessors in applicable vocational education and training legislation, frameworks and/or standards.</w:t>
            </w:r>
          </w:p>
        </w:tc>
      </w:tr>
    </w:tbl>
    <w:p w14:paraId="4DD6ECB9" w14:textId="77777777" w:rsidR="00F1480E" w:rsidRPr="00803127" w:rsidRDefault="00F1480E" w:rsidP="00F1480E">
      <w:pPr>
        <w:pStyle w:val="SIText"/>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7080"/>
      </w:tblGrid>
      <w:tr w:rsidR="00F1480E" w:rsidRPr="00803127" w14:paraId="5F786B5A" w14:textId="77777777" w:rsidTr="00CA2922">
        <w:tc>
          <w:tcPr>
            <w:tcW w:w="1323" w:type="pct"/>
            <w:shd w:val="clear" w:color="auto" w:fill="auto"/>
          </w:tcPr>
          <w:p w14:paraId="49444827" w14:textId="77777777" w:rsidR="00F1480E" w:rsidRPr="00803127" w:rsidRDefault="00D71E43" w:rsidP="00D71E43">
            <w:pPr>
              <w:pStyle w:val="SIHeading2"/>
              <w:rPr>
                <w:rFonts w:cs="Arial"/>
              </w:rPr>
            </w:pPr>
            <w:r w:rsidRPr="00803127">
              <w:rPr>
                <w:rFonts w:cs="Arial"/>
              </w:rPr>
              <w:t>Links</w:t>
            </w:r>
          </w:p>
        </w:tc>
        <w:tc>
          <w:tcPr>
            <w:tcW w:w="3677" w:type="pct"/>
            <w:shd w:val="clear" w:color="auto" w:fill="auto"/>
          </w:tcPr>
          <w:p w14:paraId="5B90DCEE" w14:textId="50F77D28" w:rsidR="00F1480E" w:rsidRPr="00803127" w:rsidRDefault="00DA2509" w:rsidP="00916CD7">
            <w:pPr>
              <w:pStyle w:val="SIText"/>
              <w:rPr>
                <w:rFonts w:cs="Arial"/>
              </w:rPr>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6D45D2">
              <w:rPr>
                <w:rFonts w:cs="Arial"/>
                <w:szCs w:val="20"/>
              </w:rPr>
              <w:t>:</w:t>
            </w:r>
            <w:bookmarkStart w:id="0" w:name="_GoBack"/>
            <w:bookmarkEnd w:id="0"/>
            <w:r>
              <w:rPr>
                <w:rFonts w:cs="Arial"/>
                <w:szCs w:val="20"/>
              </w:rPr>
              <w:t xml:space="preserve"> </w:t>
            </w:r>
            <w:hyperlink r:id="rId12" w:history="1">
              <w:r w:rsidRPr="00D92BB9">
                <w:rPr>
                  <w:rStyle w:val="Hyperlink"/>
                  <w:rFonts w:cs="Arial"/>
                  <w:szCs w:val="20"/>
                </w:rPr>
                <w:t>https://vetnet.education.gov.au/Pages/TrainingDocs.aspx?q=b75f4b23-54c9-4cc9-a5db-d3502d154103</w:t>
              </w:r>
            </w:hyperlink>
          </w:p>
        </w:tc>
      </w:tr>
    </w:tbl>
    <w:p w14:paraId="29BB542F" w14:textId="77777777" w:rsidR="00F1480E" w:rsidRPr="00803127" w:rsidRDefault="00F1480E" w:rsidP="00F1480E">
      <w:pPr>
        <w:pStyle w:val="SIText"/>
        <w:rPr>
          <w:rFonts w:cs="Arial"/>
        </w:rPr>
      </w:pPr>
    </w:p>
    <w:sectPr w:rsidR="00F1480E" w:rsidRPr="00803127"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5ACE1" w14:textId="77777777" w:rsidR="00605CC5" w:rsidRDefault="00605CC5" w:rsidP="00BF3F0A">
      <w:r>
        <w:separator/>
      </w:r>
    </w:p>
    <w:p w14:paraId="21563D62" w14:textId="77777777" w:rsidR="00605CC5" w:rsidRDefault="00605CC5"/>
  </w:endnote>
  <w:endnote w:type="continuationSeparator" w:id="0">
    <w:p w14:paraId="63564030" w14:textId="77777777" w:rsidR="00605CC5" w:rsidRDefault="00605CC5" w:rsidP="00BF3F0A">
      <w:r>
        <w:continuationSeparator/>
      </w:r>
    </w:p>
    <w:p w14:paraId="7EE96ABE" w14:textId="77777777" w:rsidR="00605CC5" w:rsidRDefault="00605C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B052F" w14:textId="77777777" w:rsidR="002202F8" w:rsidRDefault="002202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78A28875" w14:textId="2EA99551" w:rsidR="00D810DE" w:rsidRDefault="00D810DE" w:rsidP="006A2B68">
        <w:pPr>
          <w:pStyle w:val="SIText"/>
        </w:pPr>
        <w:r>
          <w:t>Skills Im</w:t>
        </w:r>
        <w:r w:rsidR="00151D93">
          <w:t>pact Unit of Competency</w:t>
        </w:r>
        <w:r w:rsidR="00151D93">
          <w:tab/>
        </w:r>
        <w:r>
          <w:tab/>
        </w:r>
        <w:r>
          <w:tab/>
        </w:r>
        <w:r>
          <w:tab/>
        </w:r>
        <w:r>
          <w:tab/>
        </w:r>
        <w:r>
          <w:tab/>
        </w:r>
        <w:r>
          <w:tab/>
        </w:r>
        <w:r>
          <w:tab/>
        </w:r>
        <w:r>
          <w:fldChar w:fldCharType="begin"/>
        </w:r>
        <w:r>
          <w:instrText xml:space="preserve"> PAGE   \* MERGEFORMAT </w:instrText>
        </w:r>
        <w:r>
          <w:fldChar w:fldCharType="separate"/>
        </w:r>
        <w:r w:rsidR="00EC102A">
          <w:rPr>
            <w:noProof/>
          </w:rPr>
          <w:t>3</w:t>
        </w:r>
        <w:r>
          <w:rPr>
            <w:noProof/>
          </w:rPr>
          <w:fldChar w:fldCharType="end"/>
        </w:r>
      </w:p>
    </w:sdtContent>
  </w:sdt>
  <w:p w14:paraId="0E59F5E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3D2BD" w14:textId="77777777" w:rsidR="002202F8" w:rsidRDefault="002202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22492" w14:textId="77777777" w:rsidR="00605CC5" w:rsidRDefault="00605CC5" w:rsidP="00BF3F0A">
      <w:r>
        <w:separator/>
      </w:r>
    </w:p>
    <w:p w14:paraId="74B1DB63" w14:textId="77777777" w:rsidR="00605CC5" w:rsidRDefault="00605CC5"/>
  </w:footnote>
  <w:footnote w:type="continuationSeparator" w:id="0">
    <w:p w14:paraId="69FA2C59" w14:textId="77777777" w:rsidR="00605CC5" w:rsidRDefault="00605CC5" w:rsidP="00BF3F0A">
      <w:r>
        <w:continuationSeparator/>
      </w:r>
    </w:p>
    <w:p w14:paraId="3D843FBA" w14:textId="77777777" w:rsidR="00605CC5" w:rsidRDefault="00605CC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C9F9C" w14:textId="77777777" w:rsidR="002202F8" w:rsidRDefault="002202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1F95A" w14:textId="01516696" w:rsidR="009C2650" w:rsidRDefault="00EC102A">
    <w:pPr>
      <w:pStyle w:val="Header"/>
    </w:pPr>
    <w:sdt>
      <w:sdtPr>
        <w:id w:val="1437782598"/>
        <w:docPartObj>
          <w:docPartGallery w:val="Watermarks"/>
          <w:docPartUnique/>
        </w:docPartObj>
      </w:sdtPr>
      <w:sdtEndPr/>
      <w:sdtContent>
        <w:r>
          <w:rPr>
            <w:noProof/>
          </w:rPr>
          <w:pict w14:anchorId="711004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F14F5" w:rsidRPr="00DF14F5">
      <w:t>ACMCAS302</w:t>
    </w:r>
    <w:r w:rsidR="00C23DDC">
      <w:t xml:space="preserve"> </w:t>
    </w:r>
    <w:r w:rsidR="00DF14F5" w:rsidRPr="00DF14F5">
      <w:t>Provide advice on companion animal selection and general care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6E92B" w14:textId="77777777" w:rsidR="002202F8" w:rsidRDefault="002202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656FCA"/>
    <w:multiLevelType w:val="hybridMultilevel"/>
    <w:tmpl w:val="C8283FD4"/>
    <w:lvl w:ilvl="0" w:tplc="C846C20E">
      <w:start w:val="1"/>
      <w:numFmt w:val="bullet"/>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5142D3A"/>
    <w:multiLevelType w:val="hybridMultilevel"/>
    <w:tmpl w:val="98E27A7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CAD298C"/>
    <w:multiLevelType w:val="hybridMultilevel"/>
    <w:tmpl w:val="1CF2E6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EA03463"/>
    <w:multiLevelType w:val="multilevel"/>
    <w:tmpl w:val="F6D2706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9D27AF2"/>
    <w:multiLevelType w:val="hybridMultilevel"/>
    <w:tmpl w:val="10E6BEC0"/>
    <w:lvl w:ilvl="0" w:tplc="736697E6">
      <w:start w:val="1"/>
      <w:numFmt w:val="bullet"/>
      <w:pStyle w:val="SIBulletList1"/>
      <w:lvlText w:val="•"/>
      <w:lvlJc w:val="left"/>
      <w:pPr>
        <w:ind w:left="720" w:hanging="360"/>
      </w:pPr>
      <w:rPr>
        <w:rFonts w:ascii="Arial" w:hAnsi="Arial" w:hint="default"/>
        <w:b w:val="0"/>
        <w:i w:val="0"/>
        <w:color w:val="auto"/>
        <w:sz w:val="22"/>
        <w:szCs w:val="18"/>
      </w:rPr>
    </w:lvl>
    <w:lvl w:ilvl="1" w:tplc="A51824B0">
      <w:start w:val="1"/>
      <w:numFmt w:val="bullet"/>
      <w:lvlText w:val="o"/>
      <w:lvlJc w:val="left"/>
      <w:pPr>
        <w:ind w:left="1440" w:hanging="360"/>
      </w:pPr>
      <w:rPr>
        <w:rFonts w:ascii="Courier New" w:hAnsi="Courier New" w:hint="default"/>
        <w:sz w:val="16"/>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4"/>
  </w:num>
  <w:num w:numId="4">
    <w:abstractNumId w:val="17"/>
  </w:num>
  <w:num w:numId="5">
    <w:abstractNumId w:val="1"/>
  </w:num>
  <w:num w:numId="6">
    <w:abstractNumId w:val="10"/>
  </w:num>
  <w:num w:numId="7">
    <w:abstractNumId w:val="3"/>
  </w:num>
  <w:num w:numId="8">
    <w:abstractNumId w:val="0"/>
  </w:num>
  <w:num w:numId="9">
    <w:abstractNumId w:val="16"/>
  </w:num>
  <w:num w:numId="10">
    <w:abstractNumId w:val="13"/>
  </w:num>
  <w:num w:numId="11">
    <w:abstractNumId w:val="15"/>
  </w:num>
  <w:num w:numId="12">
    <w:abstractNumId w:val="14"/>
  </w:num>
  <w:num w:numId="13">
    <w:abstractNumId w:val="18"/>
  </w:num>
  <w:num w:numId="14">
    <w:abstractNumId w:val="5"/>
  </w:num>
  <w:num w:numId="15">
    <w:abstractNumId w:val="6"/>
  </w:num>
  <w:num w:numId="16">
    <w:abstractNumId w:val="9"/>
  </w:num>
  <w:num w:numId="17">
    <w:abstractNumId w:val="8"/>
  </w:num>
  <w:num w:numId="18">
    <w:abstractNumId w:val="12"/>
  </w:num>
  <w:num w:numId="19">
    <w:abstractNumId w:val="15"/>
  </w:num>
  <w:num w:numId="20">
    <w:abstractNumId w:val="15"/>
  </w:num>
  <w:num w:numId="21">
    <w:abstractNumId w:val="2"/>
  </w:num>
  <w:num w:numId="22">
    <w:abstractNumId w:val="15"/>
  </w:num>
  <w:num w:numId="23">
    <w:abstractNumId w:val="15"/>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4F5"/>
    <w:rsid w:val="000014B9"/>
    <w:rsid w:val="00005A15"/>
    <w:rsid w:val="0001108F"/>
    <w:rsid w:val="000115E2"/>
    <w:rsid w:val="0001296A"/>
    <w:rsid w:val="00016803"/>
    <w:rsid w:val="00023992"/>
    <w:rsid w:val="00041E59"/>
    <w:rsid w:val="00064BFE"/>
    <w:rsid w:val="00070B3E"/>
    <w:rsid w:val="00071F95"/>
    <w:rsid w:val="000737BB"/>
    <w:rsid w:val="00074E47"/>
    <w:rsid w:val="000828D0"/>
    <w:rsid w:val="00084007"/>
    <w:rsid w:val="00087E1B"/>
    <w:rsid w:val="0009093B"/>
    <w:rsid w:val="00093034"/>
    <w:rsid w:val="000A5441"/>
    <w:rsid w:val="000E2C86"/>
    <w:rsid w:val="000F29F2"/>
    <w:rsid w:val="00101659"/>
    <w:rsid w:val="001078BF"/>
    <w:rsid w:val="00133957"/>
    <w:rsid w:val="001372F6"/>
    <w:rsid w:val="00144385"/>
    <w:rsid w:val="00151AEA"/>
    <w:rsid w:val="00151D93"/>
    <w:rsid w:val="00156EF3"/>
    <w:rsid w:val="00176E4F"/>
    <w:rsid w:val="0018546B"/>
    <w:rsid w:val="001A0E2B"/>
    <w:rsid w:val="001A6A3E"/>
    <w:rsid w:val="001A7B6D"/>
    <w:rsid w:val="001B34D5"/>
    <w:rsid w:val="001B513A"/>
    <w:rsid w:val="001C0A75"/>
    <w:rsid w:val="001C1306"/>
    <w:rsid w:val="001C7886"/>
    <w:rsid w:val="001D5C1B"/>
    <w:rsid w:val="001D7F5B"/>
    <w:rsid w:val="001E16BC"/>
    <w:rsid w:val="001E16DF"/>
    <w:rsid w:val="001F2BA5"/>
    <w:rsid w:val="001F308D"/>
    <w:rsid w:val="00201A7C"/>
    <w:rsid w:val="0021210E"/>
    <w:rsid w:val="0021414D"/>
    <w:rsid w:val="002202F8"/>
    <w:rsid w:val="00223124"/>
    <w:rsid w:val="00233143"/>
    <w:rsid w:val="00234444"/>
    <w:rsid w:val="002412DC"/>
    <w:rsid w:val="00242293"/>
    <w:rsid w:val="00244EA7"/>
    <w:rsid w:val="00262FC3"/>
    <w:rsid w:val="00276DB8"/>
    <w:rsid w:val="00282664"/>
    <w:rsid w:val="00285FB8"/>
    <w:rsid w:val="002924E1"/>
    <w:rsid w:val="002A4CD3"/>
    <w:rsid w:val="002C55E9"/>
    <w:rsid w:val="002D0C8B"/>
    <w:rsid w:val="002D330A"/>
    <w:rsid w:val="002E0EC8"/>
    <w:rsid w:val="002E193E"/>
    <w:rsid w:val="00310A6A"/>
    <w:rsid w:val="00337E82"/>
    <w:rsid w:val="00350BB1"/>
    <w:rsid w:val="00352C83"/>
    <w:rsid w:val="00366805"/>
    <w:rsid w:val="0037067D"/>
    <w:rsid w:val="0038735B"/>
    <w:rsid w:val="003916D1"/>
    <w:rsid w:val="003A09F7"/>
    <w:rsid w:val="003A21F0"/>
    <w:rsid w:val="003A58BA"/>
    <w:rsid w:val="003A5AE7"/>
    <w:rsid w:val="003A7221"/>
    <w:rsid w:val="003C13AE"/>
    <w:rsid w:val="003D2E73"/>
    <w:rsid w:val="003E72B6"/>
    <w:rsid w:val="003E7BBE"/>
    <w:rsid w:val="004127E3"/>
    <w:rsid w:val="00415048"/>
    <w:rsid w:val="0043212E"/>
    <w:rsid w:val="00434366"/>
    <w:rsid w:val="00434ECE"/>
    <w:rsid w:val="00444423"/>
    <w:rsid w:val="00452F3E"/>
    <w:rsid w:val="004640AE"/>
    <w:rsid w:val="00475172"/>
    <w:rsid w:val="004758B0"/>
    <w:rsid w:val="004832D2"/>
    <w:rsid w:val="00485559"/>
    <w:rsid w:val="004A142B"/>
    <w:rsid w:val="004A44E8"/>
    <w:rsid w:val="004A7706"/>
    <w:rsid w:val="004B29B7"/>
    <w:rsid w:val="004C2244"/>
    <w:rsid w:val="004C79A1"/>
    <w:rsid w:val="004D0D5F"/>
    <w:rsid w:val="004D1569"/>
    <w:rsid w:val="004D44B1"/>
    <w:rsid w:val="004E0460"/>
    <w:rsid w:val="004E1579"/>
    <w:rsid w:val="004E5FAE"/>
    <w:rsid w:val="004E6741"/>
    <w:rsid w:val="004E7094"/>
    <w:rsid w:val="004F5DC7"/>
    <w:rsid w:val="004F78DA"/>
    <w:rsid w:val="005248C1"/>
    <w:rsid w:val="00526134"/>
    <w:rsid w:val="005405B2"/>
    <w:rsid w:val="005427C8"/>
    <w:rsid w:val="005446D1"/>
    <w:rsid w:val="0054703E"/>
    <w:rsid w:val="00547D6D"/>
    <w:rsid w:val="00556C4C"/>
    <w:rsid w:val="00557369"/>
    <w:rsid w:val="00564ADD"/>
    <w:rsid w:val="005708EB"/>
    <w:rsid w:val="00575BC6"/>
    <w:rsid w:val="005833B5"/>
    <w:rsid w:val="00583902"/>
    <w:rsid w:val="00593A77"/>
    <w:rsid w:val="005A3AA5"/>
    <w:rsid w:val="005A6C9C"/>
    <w:rsid w:val="005A74DC"/>
    <w:rsid w:val="005B5146"/>
    <w:rsid w:val="005E2AD7"/>
    <w:rsid w:val="005F027A"/>
    <w:rsid w:val="005F33CC"/>
    <w:rsid w:val="00605CC5"/>
    <w:rsid w:val="006121D4"/>
    <w:rsid w:val="00613B49"/>
    <w:rsid w:val="00620E8E"/>
    <w:rsid w:val="00633CFE"/>
    <w:rsid w:val="00634FCA"/>
    <w:rsid w:val="00643D1B"/>
    <w:rsid w:val="00645047"/>
    <w:rsid w:val="006452B8"/>
    <w:rsid w:val="00652E62"/>
    <w:rsid w:val="00686A49"/>
    <w:rsid w:val="00687B62"/>
    <w:rsid w:val="00690C44"/>
    <w:rsid w:val="006969D9"/>
    <w:rsid w:val="006A2B68"/>
    <w:rsid w:val="006C2F32"/>
    <w:rsid w:val="006C688A"/>
    <w:rsid w:val="006D4448"/>
    <w:rsid w:val="006D45D2"/>
    <w:rsid w:val="006E2C4D"/>
    <w:rsid w:val="006E4E43"/>
    <w:rsid w:val="00705EEC"/>
    <w:rsid w:val="00707741"/>
    <w:rsid w:val="007134FE"/>
    <w:rsid w:val="00720201"/>
    <w:rsid w:val="00722769"/>
    <w:rsid w:val="00727901"/>
    <w:rsid w:val="0073075B"/>
    <w:rsid w:val="007341FF"/>
    <w:rsid w:val="007404E9"/>
    <w:rsid w:val="007444CF"/>
    <w:rsid w:val="0076523B"/>
    <w:rsid w:val="00771B60"/>
    <w:rsid w:val="00774B84"/>
    <w:rsid w:val="00781D77"/>
    <w:rsid w:val="00783549"/>
    <w:rsid w:val="00785467"/>
    <w:rsid w:val="007860B7"/>
    <w:rsid w:val="00786DC8"/>
    <w:rsid w:val="007D5A78"/>
    <w:rsid w:val="007E3BD1"/>
    <w:rsid w:val="007F1563"/>
    <w:rsid w:val="007F1EB2"/>
    <w:rsid w:val="007F44DB"/>
    <w:rsid w:val="007F5A8B"/>
    <w:rsid w:val="00803127"/>
    <w:rsid w:val="00817D51"/>
    <w:rsid w:val="00823530"/>
    <w:rsid w:val="00823FF4"/>
    <w:rsid w:val="00830267"/>
    <w:rsid w:val="008306E7"/>
    <w:rsid w:val="00834BC8"/>
    <w:rsid w:val="00837FD6"/>
    <w:rsid w:val="00847B60"/>
    <w:rsid w:val="00850243"/>
    <w:rsid w:val="008545EB"/>
    <w:rsid w:val="00865011"/>
    <w:rsid w:val="00886790"/>
    <w:rsid w:val="008908DE"/>
    <w:rsid w:val="008A12ED"/>
    <w:rsid w:val="008A39D3"/>
    <w:rsid w:val="008B2C77"/>
    <w:rsid w:val="008B4AD2"/>
    <w:rsid w:val="008D4E18"/>
    <w:rsid w:val="008E260C"/>
    <w:rsid w:val="008E39BE"/>
    <w:rsid w:val="008E62EC"/>
    <w:rsid w:val="008F32F6"/>
    <w:rsid w:val="00916CD7"/>
    <w:rsid w:val="00920927"/>
    <w:rsid w:val="00921B38"/>
    <w:rsid w:val="00923720"/>
    <w:rsid w:val="009278C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132B6"/>
    <w:rsid w:val="00A216A8"/>
    <w:rsid w:val="00A223A6"/>
    <w:rsid w:val="00A5092E"/>
    <w:rsid w:val="00A56E14"/>
    <w:rsid w:val="00A6476B"/>
    <w:rsid w:val="00A76C6C"/>
    <w:rsid w:val="00A92DD1"/>
    <w:rsid w:val="00AA5338"/>
    <w:rsid w:val="00AB1B8E"/>
    <w:rsid w:val="00AC0696"/>
    <w:rsid w:val="00AC4C98"/>
    <w:rsid w:val="00AC5F6B"/>
    <w:rsid w:val="00AD3896"/>
    <w:rsid w:val="00AD5B47"/>
    <w:rsid w:val="00AE1ED9"/>
    <w:rsid w:val="00AE32CB"/>
    <w:rsid w:val="00AF3957"/>
    <w:rsid w:val="00B12013"/>
    <w:rsid w:val="00B22C67"/>
    <w:rsid w:val="00B31D4F"/>
    <w:rsid w:val="00B3508F"/>
    <w:rsid w:val="00B443EE"/>
    <w:rsid w:val="00B46A0C"/>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130"/>
    <w:rsid w:val="00BF3F0A"/>
    <w:rsid w:val="00C105CB"/>
    <w:rsid w:val="00C143C3"/>
    <w:rsid w:val="00C15DC7"/>
    <w:rsid w:val="00C1739B"/>
    <w:rsid w:val="00C21ADE"/>
    <w:rsid w:val="00C23DDC"/>
    <w:rsid w:val="00C26067"/>
    <w:rsid w:val="00C30A29"/>
    <w:rsid w:val="00C317DC"/>
    <w:rsid w:val="00C578E9"/>
    <w:rsid w:val="00C70626"/>
    <w:rsid w:val="00C72860"/>
    <w:rsid w:val="00C73B90"/>
    <w:rsid w:val="00C96AF3"/>
    <w:rsid w:val="00C97CCC"/>
    <w:rsid w:val="00CA0274"/>
    <w:rsid w:val="00CB746F"/>
    <w:rsid w:val="00CC31F8"/>
    <w:rsid w:val="00CC451E"/>
    <w:rsid w:val="00CD4E9D"/>
    <w:rsid w:val="00CD4F4D"/>
    <w:rsid w:val="00CE7D19"/>
    <w:rsid w:val="00CF0CF5"/>
    <w:rsid w:val="00CF2B3E"/>
    <w:rsid w:val="00D0201F"/>
    <w:rsid w:val="00D03685"/>
    <w:rsid w:val="00D07D4E"/>
    <w:rsid w:val="00D115AA"/>
    <w:rsid w:val="00D145BE"/>
    <w:rsid w:val="00D20C57"/>
    <w:rsid w:val="00D23313"/>
    <w:rsid w:val="00D25D16"/>
    <w:rsid w:val="00D32124"/>
    <w:rsid w:val="00D54C76"/>
    <w:rsid w:val="00D67B8D"/>
    <w:rsid w:val="00D71E43"/>
    <w:rsid w:val="00D727F3"/>
    <w:rsid w:val="00D73695"/>
    <w:rsid w:val="00D810DE"/>
    <w:rsid w:val="00D87D32"/>
    <w:rsid w:val="00D92C83"/>
    <w:rsid w:val="00DA0A81"/>
    <w:rsid w:val="00DA2509"/>
    <w:rsid w:val="00DA3C10"/>
    <w:rsid w:val="00DA53B5"/>
    <w:rsid w:val="00DC1D69"/>
    <w:rsid w:val="00DC5A3A"/>
    <w:rsid w:val="00DC6D9B"/>
    <w:rsid w:val="00DF14F5"/>
    <w:rsid w:val="00E05FFF"/>
    <w:rsid w:val="00E238E6"/>
    <w:rsid w:val="00E35064"/>
    <w:rsid w:val="00E3681D"/>
    <w:rsid w:val="00E501F0"/>
    <w:rsid w:val="00E650C6"/>
    <w:rsid w:val="00E847FC"/>
    <w:rsid w:val="00E84DEE"/>
    <w:rsid w:val="00E87630"/>
    <w:rsid w:val="00E91BFF"/>
    <w:rsid w:val="00E92933"/>
    <w:rsid w:val="00EB0AA4"/>
    <w:rsid w:val="00EB5C88"/>
    <w:rsid w:val="00EC0469"/>
    <w:rsid w:val="00EC102A"/>
    <w:rsid w:val="00ED6E65"/>
    <w:rsid w:val="00EE5971"/>
    <w:rsid w:val="00EF01F8"/>
    <w:rsid w:val="00EF40EF"/>
    <w:rsid w:val="00F1480E"/>
    <w:rsid w:val="00F1497D"/>
    <w:rsid w:val="00F15F9F"/>
    <w:rsid w:val="00F16AAC"/>
    <w:rsid w:val="00F2216F"/>
    <w:rsid w:val="00F34684"/>
    <w:rsid w:val="00F438FC"/>
    <w:rsid w:val="00F5616F"/>
    <w:rsid w:val="00F56827"/>
    <w:rsid w:val="00F65EF0"/>
    <w:rsid w:val="00F71651"/>
    <w:rsid w:val="00F76CC6"/>
    <w:rsid w:val="00F83D7C"/>
    <w:rsid w:val="00F9308C"/>
    <w:rsid w:val="00FA6D38"/>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A14B1EE"/>
  <w15:docId w15:val="{92EF0FE8-9D48-42A7-A4B9-64C1A0C85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178"/>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rsid w:val="00916CD7"/>
    <w:pPr>
      <w:tabs>
        <w:tab w:val="center" w:pos="4513"/>
        <w:tab w:val="right" w:pos="9026"/>
      </w:tabs>
    </w:pPr>
    <w:rPr>
      <w:sz w:val="20"/>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C23DDC"/>
    <w:pPr>
      <w:numPr>
        <w:numId w:val="11"/>
      </w:numPr>
      <w:tabs>
        <w:tab w:val="num" w:pos="360"/>
      </w:tabs>
      <w:spacing w:after="0" w:line="240" w:lineRule="auto"/>
      <w:ind w:left="357" w:hanging="357"/>
    </w:pPr>
    <w:rPr>
      <w:rFonts w:ascii="Arial" w:eastAsia="Calibri" w:hAnsi="Arial" w:cs="Arial"/>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C23DDC"/>
    <w:pPr>
      <w:tabs>
        <w:tab w:val="clear" w:pos="360"/>
        <w:tab w:val="num" w:pos="720"/>
      </w:tabs>
      <w:ind w:left="714"/>
    </w:pPr>
    <w:rPr>
      <w:rFonts w:cs="Times New Roman"/>
    </w:rPr>
  </w:style>
  <w:style w:type="paragraph" w:customStyle="1" w:styleId="SIBulletList3">
    <w:name w:val="SI Bullet List 3"/>
    <w:basedOn w:val="SIBulletList2"/>
    <w:rsid w:val="007341FF"/>
    <w:pPr>
      <w:tabs>
        <w:tab w:val="num" w:pos="1080"/>
      </w:tabs>
      <w:ind w:left="1080"/>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uiPriority w:val="59"/>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paragraph" w:styleId="ListParagraph">
    <w:name w:val="List Paragraph"/>
    <w:basedOn w:val="Normal"/>
    <w:uiPriority w:val="34"/>
    <w:qFormat/>
    <w:rsid w:val="005E2A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831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1707665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amon\Desktop\FIl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dc830442-ffef-460d-aa56-305a1c6966cd">STA approval</Status>
    <Assigned_x0020_to0 xmlns="dc830442-ffef-460d-aa56-305a1c6966cd">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42E47440A13248B497FE5DA10ABA26" ma:contentTypeVersion="4" ma:contentTypeDescription="Create a new document." ma:contentTypeScope="" ma:versionID="b12ca16fdde9dd791084e02b191929a8">
  <xsd:schema xmlns:xsd="http://www.w3.org/2001/XMLSchema" xmlns:xs="http://www.w3.org/2001/XMLSchema" xmlns:p="http://schemas.microsoft.com/office/2006/metadata/properties" xmlns:ns2="dc830442-ffef-460d-aa56-305a1c6966cd" targetNamespace="http://schemas.microsoft.com/office/2006/metadata/properties" ma:root="true" ma:fieldsID="751a695c216b7542276061d3d8016ccd" ns2:_="">
    <xsd:import namespace="dc830442-ffef-460d-aa56-305a1c6966cd"/>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30442-ffef-460d-aa56-305a1c6966cd"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dc830442-ffef-460d-aa56-305a1c6966cd"/>
    <ds:schemaRef ds:uri="http://www.w3.org/XML/1998/namespace"/>
  </ds:schemaRefs>
</ds:datastoreItem>
</file>

<file path=customXml/itemProps3.xml><?xml version="1.0" encoding="utf-8"?>
<ds:datastoreItem xmlns:ds="http://schemas.openxmlformats.org/officeDocument/2006/customXml" ds:itemID="{73EA1675-9F32-495C-81E2-36B46893F0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30442-ffef-460d-aa56-305a1c696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08A10E-61C2-466B-AA79-3A0E455F3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7</TotalTime>
  <Pages>3</Pages>
  <Words>954</Words>
  <Characters>5441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ACMCAS302 Provide advice on companion animal selection and general care</vt:lpstr>
    </vt:vector>
  </TitlesOfParts>
  <Company>AgriFood Skills Australia</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ACMCAS302 Provide advice on companion animal selection and general care</dc:title>
  <dc:creator>eamon cole-flynn</dc:creator>
  <cp:lastModifiedBy>Wayne Jones</cp:lastModifiedBy>
  <cp:revision>9</cp:revision>
  <cp:lastPrinted>2016-05-27T05:21:00Z</cp:lastPrinted>
  <dcterms:created xsi:type="dcterms:W3CDTF">2017-07-13T04:52:00Z</dcterms:created>
  <dcterms:modified xsi:type="dcterms:W3CDTF">2017-08-11T05:55:00Z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0x0101000642E47440A13248B497FE5DA10ABA26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_DocHome">
    <vt:i4>282753928</vt:i4>
  </property>
</Properties>
</file>